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1A8" w:rsidRPr="00645FDE" w:rsidRDefault="00A541A8" w:rsidP="00A541A8">
      <w:pPr>
        <w:rPr>
          <w:b/>
        </w:rPr>
      </w:pPr>
      <w:r w:rsidRPr="00645FDE">
        <w:rPr>
          <w:b/>
        </w:rPr>
        <w:t>Príloha 9</w:t>
      </w:r>
    </w:p>
    <w:p w:rsidR="00A541A8" w:rsidRDefault="00A541A8" w:rsidP="00A541A8"/>
    <w:p w:rsidR="00A541A8" w:rsidRDefault="00A541A8" w:rsidP="00A541A8">
      <w:pPr>
        <w:rPr>
          <w:b/>
        </w:rPr>
      </w:pPr>
      <w:r w:rsidRPr="00645FDE">
        <w:rPr>
          <w:b/>
        </w:rPr>
        <w:t>OBSAH PREVÁDZKOVEJ DOKUMENTÁCIE</w:t>
      </w:r>
      <w:r>
        <w:rPr>
          <w:b/>
        </w:rPr>
        <w:t xml:space="preserve"> TUNELA:</w:t>
      </w:r>
    </w:p>
    <w:p w:rsidR="00A541A8" w:rsidRDefault="00A541A8" w:rsidP="00A541A8">
      <w:pPr>
        <w:rPr>
          <w:b/>
        </w:rPr>
      </w:pPr>
    </w:p>
    <w:p w:rsidR="00A541A8" w:rsidRDefault="00A541A8" w:rsidP="00A541A8">
      <w:pPr>
        <w:rPr>
          <w:b/>
        </w:rPr>
      </w:pPr>
    </w:p>
    <w:p w:rsidR="00A541A8" w:rsidRDefault="00A541A8" w:rsidP="00A541A8">
      <w:pPr>
        <w:numPr>
          <w:ilvl w:val="0"/>
          <w:numId w:val="62"/>
        </w:numPr>
        <w:tabs>
          <w:tab w:val="right" w:pos="-5812"/>
          <w:tab w:val="left" w:pos="0"/>
        </w:tabs>
        <w:adjustRightInd w:val="0"/>
        <w:spacing w:before="0" w:after="120" w:line="240" w:lineRule="auto"/>
        <w:ind w:right="-1"/>
        <w:rPr>
          <w:b/>
        </w:rPr>
      </w:pPr>
      <w:r>
        <w:rPr>
          <w:b/>
        </w:rPr>
        <w:t>Dokumentácia skutočného vyhotovenia stavebnej časti tunela</w:t>
      </w:r>
    </w:p>
    <w:p w:rsidR="00A541A8" w:rsidRDefault="00A541A8" w:rsidP="00A541A8">
      <w:pPr>
        <w:numPr>
          <w:ilvl w:val="0"/>
          <w:numId w:val="62"/>
        </w:numPr>
        <w:tabs>
          <w:tab w:val="right" w:pos="-5812"/>
          <w:tab w:val="left" w:pos="0"/>
        </w:tabs>
        <w:adjustRightInd w:val="0"/>
        <w:spacing w:before="0" w:after="120" w:line="240" w:lineRule="auto"/>
        <w:ind w:right="-1"/>
        <w:rPr>
          <w:b/>
        </w:rPr>
      </w:pPr>
      <w:r>
        <w:rPr>
          <w:b/>
        </w:rPr>
        <w:t>Dokumentácia skutočného vyhotovenia technologickej časti tunela</w:t>
      </w:r>
    </w:p>
    <w:p w:rsidR="00A541A8" w:rsidRDefault="00A541A8" w:rsidP="00A541A8">
      <w:pPr>
        <w:numPr>
          <w:ilvl w:val="0"/>
          <w:numId w:val="62"/>
        </w:numPr>
        <w:tabs>
          <w:tab w:val="right" w:pos="-5812"/>
          <w:tab w:val="left" w:pos="0"/>
        </w:tabs>
        <w:adjustRightInd w:val="0"/>
        <w:spacing w:before="0" w:after="120" w:line="240" w:lineRule="auto"/>
        <w:ind w:right="-1"/>
        <w:rPr>
          <w:b/>
        </w:rPr>
      </w:pPr>
      <w:r>
        <w:rPr>
          <w:b/>
        </w:rPr>
        <w:t>Tunelový list</w:t>
      </w:r>
    </w:p>
    <w:p w:rsidR="00A541A8" w:rsidRDefault="00A541A8" w:rsidP="00A541A8">
      <w:pPr>
        <w:numPr>
          <w:ilvl w:val="0"/>
          <w:numId w:val="62"/>
        </w:numPr>
        <w:tabs>
          <w:tab w:val="right" w:pos="-5812"/>
          <w:tab w:val="left" w:pos="0"/>
        </w:tabs>
        <w:adjustRightInd w:val="0"/>
        <w:spacing w:before="0" w:after="120" w:line="240" w:lineRule="auto"/>
        <w:ind w:right="-1"/>
        <w:rPr>
          <w:b/>
        </w:rPr>
      </w:pPr>
      <w:r>
        <w:rPr>
          <w:b/>
        </w:rPr>
        <w:t>Manuál užívanie stavby</w:t>
      </w:r>
    </w:p>
    <w:p w:rsidR="00A541A8" w:rsidRDefault="00A541A8" w:rsidP="00A541A8">
      <w:pPr>
        <w:numPr>
          <w:ilvl w:val="0"/>
          <w:numId w:val="62"/>
        </w:numPr>
        <w:tabs>
          <w:tab w:val="right" w:pos="-5812"/>
          <w:tab w:val="left" w:pos="0"/>
        </w:tabs>
        <w:adjustRightInd w:val="0"/>
        <w:spacing w:before="0" w:after="120" w:line="240" w:lineRule="auto"/>
        <w:ind w:right="-1"/>
        <w:rPr>
          <w:b/>
        </w:rPr>
      </w:pPr>
      <w:r>
        <w:rPr>
          <w:b/>
        </w:rPr>
        <w:t>Prevádzkové poriadky pre technické a technologické vybavenie tunela</w:t>
      </w:r>
    </w:p>
    <w:p w:rsidR="00A541A8" w:rsidRDefault="00A541A8" w:rsidP="00A541A8">
      <w:pPr>
        <w:numPr>
          <w:ilvl w:val="0"/>
          <w:numId w:val="62"/>
        </w:numPr>
        <w:tabs>
          <w:tab w:val="right" w:pos="-5812"/>
          <w:tab w:val="left" w:pos="0"/>
        </w:tabs>
        <w:adjustRightInd w:val="0"/>
        <w:spacing w:before="0" w:after="120" w:line="240" w:lineRule="auto"/>
        <w:ind w:right="-1"/>
        <w:rPr>
          <w:b/>
        </w:rPr>
      </w:pPr>
      <w:r>
        <w:rPr>
          <w:b/>
        </w:rPr>
        <w:t xml:space="preserve">Havarijný plán (plán pre mimoriadne stavy dopravy a technológie) </w:t>
      </w:r>
    </w:p>
    <w:p w:rsidR="00A541A8" w:rsidRDefault="00A541A8" w:rsidP="00A541A8">
      <w:pPr>
        <w:numPr>
          <w:ilvl w:val="0"/>
          <w:numId w:val="62"/>
        </w:numPr>
        <w:tabs>
          <w:tab w:val="right" w:pos="-5812"/>
          <w:tab w:val="left" w:pos="0"/>
        </w:tabs>
        <w:adjustRightInd w:val="0"/>
        <w:spacing w:before="0" w:after="120" w:line="240" w:lineRule="auto"/>
        <w:ind w:right="-1"/>
        <w:rPr>
          <w:b/>
        </w:rPr>
      </w:pPr>
      <w:r>
        <w:rPr>
          <w:b/>
        </w:rPr>
        <w:t>Operatívne karty pre mimoriadne stavy dopravy a technológie</w:t>
      </w:r>
    </w:p>
    <w:p w:rsidR="00A541A8" w:rsidRDefault="00A541A8" w:rsidP="00A541A8">
      <w:pPr>
        <w:numPr>
          <w:ilvl w:val="0"/>
          <w:numId w:val="62"/>
        </w:numPr>
        <w:tabs>
          <w:tab w:val="right" w:pos="-5812"/>
          <w:tab w:val="left" w:pos="0"/>
        </w:tabs>
        <w:adjustRightInd w:val="0"/>
        <w:spacing w:before="0" w:after="120" w:line="240" w:lineRule="auto"/>
        <w:ind w:right="-1"/>
        <w:rPr>
          <w:b/>
        </w:rPr>
      </w:pPr>
      <w:r>
        <w:rPr>
          <w:b/>
        </w:rPr>
        <w:t>Bezpečnostná dokumentácia tunela v stupni uvedenia do prevádzky</w:t>
      </w:r>
    </w:p>
    <w:p w:rsidR="00A541A8" w:rsidRPr="00645FDE" w:rsidRDefault="00A541A8" w:rsidP="00A541A8">
      <w:pPr>
        <w:numPr>
          <w:ilvl w:val="0"/>
          <w:numId w:val="62"/>
        </w:numPr>
        <w:tabs>
          <w:tab w:val="right" w:pos="-5812"/>
          <w:tab w:val="left" w:pos="0"/>
        </w:tabs>
        <w:adjustRightInd w:val="0"/>
        <w:spacing w:before="0" w:after="120" w:line="240" w:lineRule="auto"/>
        <w:ind w:right="-1"/>
        <w:rPr>
          <w:b/>
        </w:rPr>
      </w:pPr>
      <w:r>
        <w:rPr>
          <w:b/>
        </w:rPr>
        <w:t>Projekt</w:t>
      </w:r>
      <w:r w:rsidRPr="004C362D">
        <w:rPr>
          <w:b/>
        </w:rPr>
        <w:t xml:space="preserve"> geodetického a geotechnick</w:t>
      </w:r>
      <w:r>
        <w:rPr>
          <w:b/>
        </w:rPr>
        <w:t>é</w:t>
      </w:r>
      <w:r w:rsidRPr="004C362D">
        <w:rPr>
          <w:b/>
        </w:rPr>
        <w:t>ho monitoringu stavby</w:t>
      </w:r>
    </w:p>
    <w:p w:rsidR="00A541A8" w:rsidRPr="00824C8B" w:rsidRDefault="00A541A8" w:rsidP="00A541A8">
      <w:pPr>
        <w:rPr>
          <w:color w:val="000000"/>
        </w:rPr>
      </w:pPr>
    </w:p>
    <w:p w:rsidR="00742562" w:rsidRPr="00A541A8" w:rsidRDefault="00742562" w:rsidP="00A541A8">
      <w:bookmarkStart w:id="0" w:name="_GoBack"/>
      <w:bookmarkEnd w:id="0"/>
    </w:p>
    <w:sectPr w:rsidR="00742562" w:rsidRPr="00A541A8" w:rsidSect="00BF305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24" w:right="1134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2EA" w:rsidRDefault="005E72EA">
      <w:r>
        <w:separator/>
      </w:r>
    </w:p>
  </w:endnote>
  <w:endnote w:type="continuationSeparator" w:id="0">
    <w:p w:rsidR="005E72EA" w:rsidRDefault="005E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BA4" w:rsidRPr="00D92439" w:rsidRDefault="00B57BA4" w:rsidP="00EC474E">
    <w:pPr>
      <w:pStyle w:val="Pta"/>
      <w:tabs>
        <w:tab w:val="clear" w:pos="9072"/>
        <w:tab w:val="right" w:pos="9498"/>
      </w:tabs>
      <w:spacing w:before="0" w:after="0"/>
      <w:rPr>
        <w:bCs/>
        <w:sz w:val="16"/>
        <w:szCs w:val="16"/>
      </w:rPr>
    </w:pPr>
  </w:p>
  <w:p w:rsidR="00B57BA4" w:rsidRPr="00D92439" w:rsidRDefault="00B57BA4" w:rsidP="00EC474E">
    <w:pPr>
      <w:pStyle w:val="Pta"/>
      <w:tabs>
        <w:tab w:val="clear" w:pos="9072"/>
        <w:tab w:val="right" w:pos="9498"/>
      </w:tabs>
      <w:spacing w:before="0" w:after="0"/>
      <w:rPr>
        <w:sz w:val="16"/>
        <w:szCs w:val="16"/>
      </w:rPr>
    </w:pPr>
    <w:r w:rsidRPr="00D92439">
      <w:rPr>
        <w:bCs/>
        <w:sz w:val="16"/>
        <w:szCs w:val="16"/>
      </w:rPr>
      <w:t>Zväzok 3, Príloha č. 1</w:t>
    </w:r>
    <w:r w:rsidR="00A541A8" w:rsidRPr="00D92439">
      <w:rPr>
        <w:bCs/>
        <w:sz w:val="16"/>
        <w:szCs w:val="16"/>
      </w:rPr>
      <w:t>3</w:t>
    </w:r>
    <w:r w:rsidRPr="00D92439">
      <w:rPr>
        <w:sz w:val="16"/>
        <w:szCs w:val="16"/>
      </w:rPr>
      <w:tab/>
    </w:r>
    <w:r w:rsidRPr="00D92439">
      <w:rPr>
        <w:sz w:val="16"/>
        <w:szCs w:val="16"/>
      </w:rPr>
      <w:tab/>
    </w:r>
    <w:r w:rsidRPr="00D92439">
      <w:rPr>
        <w:sz w:val="16"/>
        <w:szCs w:val="16"/>
      </w:rPr>
      <w:fldChar w:fldCharType="begin"/>
    </w:r>
    <w:r w:rsidRPr="00D92439">
      <w:rPr>
        <w:sz w:val="16"/>
        <w:szCs w:val="16"/>
      </w:rPr>
      <w:instrText xml:space="preserve"> PAGE   \* MERGEFORMAT </w:instrText>
    </w:r>
    <w:r w:rsidRPr="00D92439">
      <w:rPr>
        <w:sz w:val="16"/>
        <w:szCs w:val="16"/>
      </w:rPr>
      <w:fldChar w:fldCharType="separate"/>
    </w:r>
    <w:r w:rsidR="00D92439">
      <w:rPr>
        <w:noProof/>
        <w:sz w:val="16"/>
        <w:szCs w:val="16"/>
      </w:rPr>
      <w:t>1</w:t>
    </w:r>
    <w:r w:rsidRPr="00D92439">
      <w:rPr>
        <w:sz w:val="16"/>
        <w:szCs w:val="16"/>
      </w:rPr>
      <w:fldChar w:fldCharType="end"/>
    </w:r>
  </w:p>
  <w:p w:rsidR="00B57BA4" w:rsidRPr="00D92439" w:rsidRDefault="00A541A8" w:rsidP="00EC474E">
    <w:pPr>
      <w:pStyle w:val="Pta"/>
      <w:tabs>
        <w:tab w:val="clear" w:pos="9072"/>
        <w:tab w:val="right" w:pos="9498"/>
      </w:tabs>
      <w:spacing w:before="0" w:after="0"/>
      <w:rPr>
        <w:sz w:val="16"/>
        <w:szCs w:val="16"/>
      </w:rPr>
    </w:pPr>
    <w:r w:rsidRPr="00D92439">
      <w:rPr>
        <w:bCs/>
        <w:sz w:val="16"/>
        <w:szCs w:val="16"/>
      </w:rPr>
      <w:t>Obsah prevádzkovej dokumentácie tunela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BA4" w:rsidRDefault="00B57BA4" w:rsidP="00427729">
    <w:pPr>
      <w:pStyle w:val="Hlavika"/>
      <w:tabs>
        <w:tab w:val="clear" w:pos="4819"/>
        <w:tab w:val="clear" w:pos="9071"/>
        <w:tab w:val="left" w:pos="-3261"/>
        <w:tab w:val="left" w:pos="2160"/>
        <w:tab w:val="right" w:pos="9639"/>
      </w:tabs>
    </w:pPr>
    <w:r w:rsidRPr="00995DFE">
      <w:rPr>
        <w:bCs/>
      </w:rPr>
      <w:t>Základné náležitosti D</w:t>
    </w:r>
    <w:r>
      <w:rPr>
        <w:bCs/>
      </w:rPr>
      <w:t>RS</w:t>
    </w:r>
    <w:r>
      <w:rPr>
        <w:bCs/>
      </w:rPr>
      <w:tab/>
    </w:r>
    <w:r>
      <w:rPr>
        <w:bCs/>
      </w:rPr>
      <w:tab/>
    </w:r>
    <w:r w:rsidR="0029156B">
      <w:fldChar w:fldCharType="begin"/>
    </w:r>
    <w:r w:rsidR="0029156B">
      <w:instrText xml:space="preserve"> PAGE   \* MERGEFORMAT </w:instrText>
    </w:r>
    <w:r w:rsidR="0029156B">
      <w:fldChar w:fldCharType="separate"/>
    </w:r>
    <w:r>
      <w:rPr>
        <w:noProof/>
      </w:rPr>
      <w:t>1</w:t>
    </w:r>
    <w:r w:rsidR="0029156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2EA" w:rsidRDefault="005E72EA">
      <w:r>
        <w:separator/>
      </w:r>
    </w:p>
  </w:footnote>
  <w:footnote w:type="continuationSeparator" w:id="0">
    <w:p w:rsidR="005E72EA" w:rsidRDefault="005E7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41" w:type="dxa"/>
      <w:tblInd w:w="108" w:type="dxa"/>
      <w:tblBorders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341"/>
    </w:tblGrid>
    <w:tr w:rsidR="00BD341F" w:rsidTr="00AF0B98">
      <w:trPr>
        <w:cantSplit/>
        <w:trHeight w:val="207"/>
      </w:trPr>
      <w:tc>
        <w:tcPr>
          <w:tcW w:w="9341" w:type="dxa"/>
        </w:tcPr>
        <w:p w:rsidR="00BD341F" w:rsidRPr="0077171D" w:rsidRDefault="00BD341F" w:rsidP="00BD341F">
          <w:pPr>
            <w:spacing w:after="0"/>
            <w:rPr>
              <w:b/>
              <w:bCs/>
              <w:sz w:val="16"/>
              <w:szCs w:val="16"/>
            </w:rPr>
          </w:pPr>
          <w:r w:rsidRPr="0077171D">
            <w:rPr>
              <w:b/>
              <w:bCs/>
              <w:sz w:val="16"/>
              <w:szCs w:val="16"/>
            </w:rPr>
            <w:t>Súťažné podklady</w:t>
          </w:r>
          <w:r w:rsidRPr="0077171D">
            <w:rPr>
              <w:sz w:val="16"/>
              <w:szCs w:val="16"/>
            </w:rPr>
            <w:t xml:space="preserve">: </w:t>
          </w:r>
          <w:r w:rsidRPr="0077171D">
            <w:rPr>
              <w:bCs/>
              <w:sz w:val="16"/>
              <w:szCs w:val="16"/>
            </w:rPr>
            <w:t>Diaľnica D1 Lietavská Lúčka – Višňové – Dubna Skala</w:t>
          </w:r>
          <w:r w:rsidRPr="00462816">
            <w:rPr>
              <w:bCs/>
              <w:sz w:val="16"/>
              <w:szCs w:val="16"/>
            </w:rPr>
            <w:t xml:space="preserve"> </w:t>
          </w:r>
          <w:r>
            <w:rPr>
              <w:bCs/>
              <w:sz w:val="16"/>
              <w:szCs w:val="16"/>
            </w:rPr>
            <w:t xml:space="preserve">                            </w:t>
          </w:r>
          <w:r w:rsidRPr="00462816">
            <w:rPr>
              <w:bCs/>
              <w:sz w:val="16"/>
              <w:szCs w:val="16"/>
            </w:rPr>
            <w:t>Národná diaľničná spoločnosť, a.s.</w:t>
          </w:r>
        </w:p>
      </w:tc>
    </w:tr>
    <w:tr w:rsidR="00BD341F" w:rsidRPr="001A21CF" w:rsidTr="00AF0B98">
      <w:trPr>
        <w:cantSplit/>
        <w:trHeight w:val="207"/>
      </w:trPr>
      <w:tc>
        <w:tcPr>
          <w:tcW w:w="9341" w:type="dxa"/>
        </w:tcPr>
        <w:p w:rsidR="00BD341F" w:rsidRPr="00BD341F" w:rsidRDefault="00BD341F" w:rsidP="00BD341F">
          <w:pPr>
            <w:rPr>
              <w:bCs/>
              <w:sz w:val="16"/>
              <w:szCs w:val="16"/>
              <w:u w:val="single"/>
            </w:rPr>
          </w:pPr>
          <w:r w:rsidRPr="00BD341F">
            <w:rPr>
              <w:sz w:val="16"/>
              <w:szCs w:val="16"/>
              <w:u w:val="single"/>
            </w:rPr>
            <w:t>Verejná súťaž – Práce „žltý FIDIC“                                                                                        Dúbravská cesta 14, 841 04 Bratislava</w:t>
          </w:r>
        </w:p>
      </w:tc>
    </w:tr>
  </w:tbl>
  <w:p w:rsidR="00B57BA4" w:rsidRPr="00AF0B98" w:rsidRDefault="00B57BA4" w:rsidP="00AF0B98">
    <w:pPr>
      <w:pStyle w:val="Hlavika"/>
      <w:rPr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BA4" w:rsidRPr="00BC066C" w:rsidRDefault="00B57BA4" w:rsidP="007D4CFC">
    <w:pPr>
      <w:pStyle w:val="Hlavika"/>
      <w:tabs>
        <w:tab w:val="clear" w:pos="9071"/>
        <w:tab w:val="right" w:pos="9540"/>
      </w:tabs>
      <w:rPr>
        <w:b/>
        <w:sz w:val="16"/>
        <w:szCs w:val="16"/>
      </w:rPr>
    </w:pPr>
    <w:r w:rsidRPr="00CB269E">
      <w:rPr>
        <w:b/>
        <w:sz w:val="16"/>
        <w:szCs w:val="16"/>
      </w:rPr>
      <w:t>Diaľnica D1 Dubná Skala - Turany</w:t>
    </w:r>
    <w:r w:rsidRPr="00BC066C">
      <w:rPr>
        <w:sz w:val="16"/>
        <w:szCs w:val="16"/>
      </w:rPr>
      <w:tab/>
    </w:r>
    <w:r w:rsidRPr="00BC066C">
      <w:rPr>
        <w:sz w:val="16"/>
        <w:szCs w:val="16"/>
      </w:rPr>
      <w:tab/>
    </w:r>
    <w:r>
      <w:rPr>
        <w:b/>
        <w:sz w:val="16"/>
        <w:szCs w:val="16"/>
      </w:rPr>
      <w:t>Príloha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90EB2D2"/>
    <w:lvl w:ilvl="0">
      <w:numFmt w:val="decimal"/>
      <w:lvlText w:val="*"/>
      <w:lvlJc w:val="left"/>
    </w:lvl>
  </w:abstractNum>
  <w:abstractNum w:abstractNumId="1" w15:restartNumberingAfterBreak="0">
    <w:nsid w:val="0529319D"/>
    <w:multiLevelType w:val="hybridMultilevel"/>
    <w:tmpl w:val="0B60A9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A6DBF"/>
    <w:multiLevelType w:val="hybridMultilevel"/>
    <w:tmpl w:val="FD28B3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20278"/>
    <w:multiLevelType w:val="hybridMultilevel"/>
    <w:tmpl w:val="A972E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E10438"/>
    <w:multiLevelType w:val="multilevel"/>
    <w:tmpl w:val="C51C45DC"/>
    <w:lvl w:ilvl="0">
      <w:start w:val="2"/>
      <w:numFmt w:val="decimal"/>
      <w:lvlText w:val="%1"/>
      <w:lvlJc w:val="left"/>
      <w:pPr>
        <w:ind w:left="540" w:hanging="540"/>
      </w:pPr>
      <w:rPr>
        <w:rFonts w:ascii="Arial" w:hAnsi="Arial" w:hint="default"/>
        <w:b/>
      </w:rPr>
    </w:lvl>
    <w:lvl w:ilvl="1">
      <w:start w:val="1"/>
      <w:numFmt w:val="decimal"/>
      <w:lvlText w:val="%1.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3F4BE3"/>
    <w:multiLevelType w:val="hybridMultilevel"/>
    <w:tmpl w:val="1D10672E"/>
    <w:lvl w:ilvl="0" w:tplc="041B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6" w15:restartNumberingAfterBreak="0">
    <w:nsid w:val="0F847310"/>
    <w:multiLevelType w:val="hybridMultilevel"/>
    <w:tmpl w:val="A96E6C86"/>
    <w:lvl w:ilvl="0" w:tplc="06FEAA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D763E"/>
    <w:multiLevelType w:val="multilevel"/>
    <w:tmpl w:val="7930CB92"/>
    <w:lvl w:ilvl="0">
      <w:start w:val="1"/>
      <w:numFmt w:val="upperLetter"/>
      <w:lvlText w:val="%1"/>
      <w:lvlJc w:val="left"/>
      <w:pPr>
        <w:ind w:left="540" w:hanging="540"/>
      </w:pPr>
      <w:rPr>
        <w:rFonts w:ascii="Arial" w:hAnsi="Arial" w:hint="default"/>
        <w:b/>
      </w:rPr>
    </w:lvl>
    <w:lvl w:ilvl="1">
      <w:start w:val="1"/>
      <w:numFmt w:val="none"/>
      <w:lvlText w:val="1."/>
      <w:lvlJc w:val="left"/>
      <w:pPr>
        <w:ind w:left="540" w:hanging="540"/>
      </w:pPr>
      <w:rPr>
        <w:rFonts w:hint="default"/>
      </w:rPr>
    </w:lvl>
    <w:lvl w:ilvl="2">
      <w:start w:val="1"/>
      <w:numFmt w:val="none"/>
      <w:lvlText w:val="1.1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.1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EF7BC9"/>
    <w:multiLevelType w:val="multilevel"/>
    <w:tmpl w:val="B70AABA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none"/>
      <w:lvlText w:val="1."/>
      <w:lvlJc w:val="left"/>
      <w:pPr>
        <w:ind w:left="540" w:hanging="540"/>
      </w:pPr>
      <w:rPr>
        <w:rFonts w:hint="default"/>
      </w:rPr>
    </w:lvl>
    <w:lvl w:ilvl="2">
      <w:start w:val="1"/>
      <w:numFmt w:val="upperLetter"/>
      <w:pStyle w:val="tl2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.1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8DB3DE8"/>
    <w:multiLevelType w:val="hybridMultilevel"/>
    <w:tmpl w:val="7E2242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D13F9"/>
    <w:multiLevelType w:val="hybridMultilevel"/>
    <w:tmpl w:val="CC02F9E8"/>
    <w:lvl w:ilvl="0" w:tplc="2E8E4698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1A3E66C1"/>
    <w:multiLevelType w:val="hybridMultilevel"/>
    <w:tmpl w:val="718C8DF6"/>
    <w:lvl w:ilvl="0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1D3E0882"/>
    <w:multiLevelType w:val="multilevel"/>
    <w:tmpl w:val="FB241936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none"/>
      <w:lvlText w:val="2.1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2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hint="default"/>
      </w:rPr>
    </w:lvl>
  </w:abstractNum>
  <w:abstractNum w:abstractNumId="13" w15:restartNumberingAfterBreak="0">
    <w:nsid w:val="2906175F"/>
    <w:multiLevelType w:val="multilevel"/>
    <w:tmpl w:val="9A9E19A8"/>
    <w:lvl w:ilvl="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9A56334"/>
    <w:multiLevelType w:val="hybridMultilevel"/>
    <w:tmpl w:val="2C865C84"/>
    <w:lvl w:ilvl="0" w:tplc="FFFFFFFF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2D0FE4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6D4904"/>
    <w:multiLevelType w:val="hybridMultilevel"/>
    <w:tmpl w:val="A6DA9A7E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6113A"/>
    <w:multiLevelType w:val="hybridMultilevel"/>
    <w:tmpl w:val="0890E364"/>
    <w:lvl w:ilvl="0" w:tplc="21AAC9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56714C"/>
    <w:multiLevelType w:val="hybridMultilevel"/>
    <w:tmpl w:val="9196C526"/>
    <w:lvl w:ilvl="0" w:tplc="6C764230">
      <w:start w:val="1"/>
      <w:numFmt w:val="decimal"/>
      <w:lvlText w:val="4.%1"/>
      <w:lvlJc w:val="left"/>
      <w:pPr>
        <w:ind w:left="1650" w:hanging="16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F7D3C"/>
    <w:multiLevelType w:val="hybridMultilevel"/>
    <w:tmpl w:val="83DC26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A05470"/>
    <w:multiLevelType w:val="multilevel"/>
    <w:tmpl w:val="BB007686"/>
    <w:lvl w:ilvl="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33371A6"/>
    <w:multiLevelType w:val="hybridMultilevel"/>
    <w:tmpl w:val="084C9FA6"/>
    <w:lvl w:ilvl="0" w:tplc="CA141ED6">
      <w:start w:val="1"/>
      <w:numFmt w:val="bullet"/>
      <w:lvlText w:val=""/>
      <w:lvlJc w:val="left"/>
      <w:pPr>
        <w:tabs>
          <w:tab w:val="num" w:pos="357"/>
        </w:tabs>
        <w:ind w:left="624" w:hanging="62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76568B"/>
    <w:multiLevelType w:val="multilevel"/>
    <w:tmpl w:val="4ADA096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none"/>
      <w:lvlText w:val="1."/>
      <w:lvlJc w:val="left"/>
      <w:pPr>
        <w:ind w:left="540" w:hanging="540"/>
      </w:pPr>
      <w:rPr>
        <w:rFonts w:hint="default"/>
      </w:rPr>
    </w:lvl>
    <w:lvl w:ilvl="2">
      <w:start w:val="4"/>
      <w:numFmt w:val="upperLetter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.1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6E5327B"/>
    <w:multiLevelType w:val="multilevel"/>
    <w:tmpl w:val="CE6A40A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none"/>
      <w:lvlText w:val="1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B.%3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.1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492E49"/>
    <w:multiLevelType w:val="hybridMultilevel"/>
    <w:tmpl w:val="DE3C561E"/>
    <w:lvl w:ilvl="0" w:tplc="041B0001">
      <w:start w:val="1"/>
      <w:numFmt w:val="bullet"/>
      <w:lvlText w:val="●"/>
      <w:lvlJc w:val="left"/>
      <w:pPr>
        <w:ind w:left="502" w:hanging="360"/>
      </w:pPr>
      <w:rPr>
        <w:rFonts w:ascii="Arial" w:hAnsi="Arial" w:hint="default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950872"/>
    <w:multiLevelType w:val="multilevel"/>
    <w:tmpl w:val="DE643F6A"/>
    <w:lvl w:ilvl="0">
      <w:start w:val="2"/>
      <w:numFmt w:val="none"/>
      <w:lvlText w:val="2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ind w:left="567" w:hanging="567"/>
      </w:pPr>
      <w:rPr>
        <w:rFonts w:hint="default"/>
      </w:rPr>
    </w:lvl>
    <w:lvl w:ilvl="2">
      <w:start w:val="2"/>
      <w:numFmt w:val="decimal"/>
      <w:lvlText w:val="2.%3"/>
      <w:lvlJc w:val="left"/>
      <w:pPr>
        <w:ind w:left="567" w:hanging="567"/>
      </w:pPr>
      <w:rPr>
        <w:rFonts w:ascii="Arial" w:hAnsi="Arial" w:hint="default"/>
        <w:b w:val="0"/>
        <w:i w:val="0"/>
        <w:sz w:val="22"/>
      </w:rPr>
    </w:lvl>
    <w:lvl w:ilvl="3">
      <w:start w:val="2"/>
      <w:numFmt w:val="decimal"/>
      <w:lvlRestart w:val="2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7" w:hanging="567"/>
      </w:pPr>
      <w:rPr>
        <w:rFonts w:hint="default"/>
      </w:rPr>
    </w:lvl>
  </w:abstractNum>
  <w:abstractNum w:abstractNumId="25" w15:restartNumberingAfterBreak="0">
    <w:nsid w:val="391E7681"/>
    <w:multiLevelType w:val="hybridMultilevel"/>
    <w:tmpl w:val="E5A6A102"/>
    <w:lvl w:ilvl="0" w:tplc="041B000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>
      <w:start w:val="3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03F00"/>
    <w:multiLevelType w:val="singleLevel"/>
    <w:tmpl w:val="A52AC320"/>
    <w:lvl w:ilvl="0">
      <w:start w:val="1"/>
      <w:numFmt w:val="bullet"/>
      <w:pStyle w:val="bododstavec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7" w15:restartNumberingAfterBreak="0">
    <w:nsid w:val="3A841374"/>
    <w:multiLevelType w:val="hybridMultilevel"/>
    <w:tmpl w:val="FECED7FC"/>
    <w:lvl w:ilvl="0" w:tplc="041B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3AE53508"/>
    <w:multiLevelType w:val="hybridMultilevel"/>
    <w:tmpl w:val="9954ACC4"/>
    <w:lvl w:ilvl="0" w:tplc="6F8CD21E">
      <w:start w:val="1"/>
      <w:numFmt w:val="lowerLetter"/>
      <w:lvlText w:val="%1)"/>
      <w:lvlJc w:val="left"/>
      <w:pPr>
        <w:tabs>
          <w:tab w:val="num" w:pos="1493"/>
        </w:tabs>
        <w:ind w:left="1493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2213"/>
        </w:tabs>
        <w:ind w:left="2213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29" w15:restartNumberingAfterBreak="0">
    <w:nsid w:val="3BAC6726"/>
    <w:multiLevelType w:val="hybridMultilevel"/>
    <w:tmpl w:val="A934CDBA"/>
    <w:lvl w:ilvl="0" w:tplc="FF0C0F58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73271F8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C8EEF8EA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BB0A0EB0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45CF31A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4FE3D42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A064ACEC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85E87B90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A4829648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3C9A1173"/>
    <w:multiLevelType w:val="hybridMultilevel"/>
    <w:tmpl w:val="53264046"/>
    <w:lvl w:ilvl="0" w:tplc="471EA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DB1E55"/>
    <w:multiLevelType w:val="multilevel"/>
    <w:tmpl w:val="85CA2F1C"/>
    <w:lvl w:ilvl="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30856E4"/>
    <w:multiLevelType w:val="hybridMultilevel"/>
    <w:tmpl w:val="553EB40C"/>
    <w:lvl w:ilvl="0" w:tplc="09963382">
      <w:start w:val="1"/>
      <w:numFmt w:val="decimal"/>
      <w:lvlText w:val="E.%1"/>
      <w:lvlJc w:val="left"/>
      <w:pPr>
        <w:ind w:left="720" w:hanging="720"/>
      </w:pPr>
      <w:rPr>
        <w:rFonts w:hint="default"/>
      </w:rPr>
    </w:lvl>
    <w:lvl w:ilvl="1" w:tplc="4314C0DC">
      <w:start w:val="1"/>
      <w:numFmt w:val="decimal"/>
      <w:lvlText w:val="%2"/>
      <w:lvlJc w:val="left"/>
      <w:pPr>
        <w:ind w:left="1650" w:hanging="165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2D4E32"/>
    <w:multiLevelType w:val="hybridMultilevel"/>
    <w:tmpl w:val="A0B0E960"/>
    <w:lvl w:ilvl="0" w:tplc="33466B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2A3915"/>
    <w:multiLevelType w:val="hybridMultilevel"/>
    <w:tmpl w:val="17768188"/>
    <w:lvl w:ilvl="0" w:tplc="471EA760">
      <w:start w:val="1"/>
      <w:numFmt w:val="lowerLetter"/>
      <w:lvlText w:val="%1)"/>
      <w:lvlJc w:val="left"/>
      <w:pPr>
        <w:ind w:left="720" w:hanging="360"/>
      </w:p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907339"/>
    <w:multiLevelType w:val="hybridMultilevel"/>
    <w:tmpl w:val="440603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A6C52D5"/>
    <w:multiLevelType w:val="hybridMultilevel"/>
    <w:tmpl w:val="2E6E7FE0"/>
    <w:lvl w:ilvl="0" w:tplc="041B0003">
      <w:start w:val="1"/>
      <w:numFmt w:val="bullet"/>
      <w:lvlText w:val="o"/>
      <w:lvlJc w:val="left"/>
      <w:pPr>
        <w:tabs>
          <w:tab w:val="num" w:pos="5482"/>
        </w:tabs>
        <w:ind w:left="5482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6202"/>
        </w:tabs>
        <w:ind w:left="62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6922"/>
        </w:tabs>
        <w:ind w:left="69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7642"/>
        </w:tabs>
        <w:ind w:left="76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8362"/>
        </w:tabs>
        <w:ind w:left="83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9082"/>
        </w:tabs>
        <w:ind w:left="90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9802"/>
        </w:tabs>
        <w:ind w:left="98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10522"/>
        </w:tabs>
        <w:ind w:left="105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11242"/>
        </w:tabs>
        <w:ind w:left="11242" w:hanging="360"/>
      </w:pPr>
      <w:rPr>
        <w:rFonts w:ascii="Wingdings" w:hAnsi="Wingdings" w:hint="default"/>
      </w:rPr>
    </w:lvl>
  </w:abstractNum>
  <w:abstractNum w:abstractNumId="37" w15:restartNumberingAfterBreak="0">
    <w:nsid w:val="4F023784"/>
    <w:multiLevelType w:val="hybridMultilevel"/>
    <w:tmpl w:val="0CF6841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4410A5"/>
    <w:multiLevelType w:val="hybridMultilevel"/>
    <w:tmpl w:val="4FDE7BFE"/>
    <w:lvl w:ilvl="0" w:tplc="47B66F74">
      <w:start w:val="1"/>
      <w:numFmt w:val="decimal"/>
      <w:lvlText w:val="3.%1"/>
      <w:lvlJc w:val="left"/>
      <w:pPr>
        <w:ind w:left="9447" w:hanging="16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D13899"/>
    <w:multiLevelType w:val="hybridMultilevel"/>
    <w:tmpl w:val="5A7A9302"/>
    <w:lvl w:ilvl="0" w:tplc="3FFE7456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1852FC2"/>
    <w:multiLevelType w:val="hybridMultilevel"/>
    <w:tmpl w:val="12BE48B0"/>
    <w:lvl w:ilvl="0" w:tplc="B2E22CE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59C1BA1"/>
    <w:multiLevelType w:val="hybridMultilevel"/>
    <w:tmpl w:val="1D92DBFE"/>
    <w:lvl w:ilvl="0" w:tplc="7AC8E778">
      <w:start w:val="1"/>
      <w:numFmt w:val="lowerLetter"/>
      <w:lvlText w:val="%1)"/>
      <w:lvlJc w:val="left"/>
      <w:pPr>
        <w:tabs>
          <w:tab w:val="num" w:pos="995"/>
        </w:tabs>
        <w:ind w:left="995" w:hanging="570"/>
      </w:pPr>
      <w:rPr>
        <w:rFonts w:hint="default"/>
      </w:rPr>
    </w:lvl>
    <w:lvl w:ilvl="1" w:tplc="C53C03D6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2" w15:restartNumberingAfterBreak="0">
    <w:nsid w:val="56BD5991"/>
    <w:multiLevelType w:val="hybridMultilevel"/>
    <w:tmpl w:val="A8009800"/>
    <w:lvl w:ilvl="0" w:tplc="AE58006C">
      <w:start w:val="1"/>
      <w:numFmt w:val="decimal"/>
      <w:lvlText w:val="C.%1"/>
      <w:lvlJc w:val="left"/>
      <w:pPr>
        <w:ind w:left="720" w:hanging="720"/>
      </w:pPr>
      <w:rPr>
        <w:rFonts w:hint="default"/>
      </w:rPr>
    </w:lvl>
    <w:lvl w:ilvl="1" w:tplc="97A8A4B2">
      <w:start w:val="1"/>
      <w:numFmt w:val="decimal"/>
      <w:lvlText w:val="2.%2"/>
      <w:lvlJc w:val="left"/>
      <w:pPr>
        <w:ind w:left="1650" w:hanging="165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606255"/>
    <w:multiLevelType w:val="hybridMultilevel"/>
    <w:tmpl w:val="8EFAA96A"/>
    <w:lvl w:ilvl="0" w:tplc="FFFFFFFF">
      <w:start w:val="1"/>
      <w:numFmt w:val="lowerLetter"/>
      <w:lvlText w:val="%1)"/>
      <w:lvlJc w:val="left"/>
      <w:pPr>
        <w:ind w:left="502" w:hanging="360"/>
      </w:p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787418"/>
    <w:multiLevelType w:val="hybridMultilevel"/>
    <w:tmpl w:val="2716C6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D2AAB"/>
    <w:multiLevelType w:val="hybridMultilevel"/>
    <w:tmpl w:val="26C6BD7C"/>
    <w:lvl w:ilvl="0" w:tplc="041B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90708E"/>
    <w:multiLevelType w:val="hybridMultilevel"/>
    <w:tmpl w:val="BA060FCE"/>
    <w:lvl w:ilvl="0" w:tplc="4C28F3EE">
      <w:start w:val="13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7" w15:restartNumberingAfterBreak="0">
    <w:nsid w:val="5B941165"/>
    <w:multiLevelType w:val="hybridMultilevel"/>
    <w:tmpl w:val="1DF0EA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CFC7861"/>
    <w:multiLevelType w:val="multilevel"/>
    <w:tmpl w:val="C3B2346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F1A3375"/>
    <w:multiLevelType w:val="hybridMultilevel"/>
    <w:tmpl w:val="4BEC1CE2"/>
    <w:lvl w:ilvl="0" w:tplc="041B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4832289A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4832289A"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imes New Roman" w:eastAsia="Times New Roman" w:hAnsi="Times New Roman" w:cs="Times New Roman" w:hint="default"/>
      </w:rPr>
    </w:lvl>
    <w:lvl w:ilvl="4" w:tplc="041B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6195523B"/>
    <w:multiLevelType w:val="multilevel"/>
    <w:tmpl w:val="698A5370"/>
    <w:styleLink w:val="tl1"/>
    <w:lvl w:ilvl="0">
      <w:start w:val="1"/>
      <w:numFmt w:val="decimal"/>
      <w:lvlText w:val="%1"/>
      <w:lvlJc w:val="left"/>
      <w:pPr>
        <w:ind w:left="540" w:hanging="540"/>
      </w:pPr>
      <w:rPr>
        <w:rFonts w:ascii="Arial" w:hAnsi="Arial" w:hint="default"/>
        <w:b/>
      </w:rPr>
    </w:lvl>
    <w:lvl w:ilvl="1">
      <w:start w:val="1"/>
      <w:numFmt w:val="decimal"/>
      <w:lvlText w:val="%1.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62B042AD"/>
    <w:multiLevelType w:val="hybridMultilevel"/>
    <w:tmpl w:val="5AEC955C"/>
    <w:lvl w:ilvl="0" w:tplc="924E3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9487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4AEB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C809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AE2D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8036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E86A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C800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32AC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81248C"/>
    <w:multiLevelType w:val="hybridMultilevel"/>
    <w:tmpl w:val="7B40DCCA"/>
    <w:lvl w:ilvl="0" w:tplc="5A60B210">
      <w:start w:val="1"/>
      <w:numFmt w:val="lowerLetter"/>
      <w:lvlText w:val="%1)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281E32"/>
    <w:multiLevelType w:val="hybridMultilevel"/>
    <w:tmpl w:val="20F80EE4"/>
    <w:lvl w:ilvl="0" w:tplc="041B0017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6BDD5897"/>
    <w:multiLevelType w:val="hybridMultilevel"/>
    <w:tmpl w:val="06D2E1EE"/>
    <w:lvl w:ilvl="0" w:tplc="AE58006C">
      <w:start w:val="1"/>
      <w:numFmt w:val="decimal"/>
      <w:lvlText w:val="C.%1"/>
      <w:lvlJc w:val="left"/>
      <w:pPr>
        <w:ind w:left="720" w:hanging="720"/>
      </w:pPr>
      <w:rPr>
        <w:rFonts w:hint="default"/>
      </w:rPr>
    </w:lvl>
    <w:lvl w:ilvl="1" w:tplc="4314C0DC">
      <w:start w:val="1"/>
      <w:numFmt w:val="decimal"/>
      <w:lvlText w:val="%2"/>
      <w:lvlJc w:val="left"/>
      <w:pPr>
        <w:ind w:left="1650" w:hanging="165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FC7A78"/>
    <w:multiLevelType w:val="hybridMultilevel"/>
    <w:tmpl w:val="331C090E"/>
    <w:lvl w:ilvl="0" w:tplc="E0246108">
      <w:start w:val="2"/>
      <w:numFmt w:val="decimal"/>
      <w:lvlText w:val="2.%1"/>
      <w:lvlJc w:val="left"/>
      <w:pPr>
        <w:ind w:left="1650" w:hanging="1650"/>
      </w:pPr>
      <w:rPr>
        <w:rFonts w:hint="default"/>
      </w:rPr>
    </w:lvl>
    <w:lvl w:ilvl="1" w:tplc="041B0011">
      <w:start w:val="1"/>
      <w:numFmt w:val="decimal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F370DA"/>
    <w:multiLevelType w:val="hybridMultilevel"/>
    <w:tmpl w:val="8DEE7FFA"/>
    <w:lvl w:ilvl="0" w:tplc="C53C03D6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379"/>
        </w:tabs>
        <w:ind w:left="237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099"/>
        </w:tabs>
        <w:ind w:left="309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819"/>
        </w:tabs>
        <w:ind w:left="381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539"/>
        </w:tabs>
        <w:ind w:left="453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259"/>
        </w:tabs>
        <w:ind w:left="525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979"/>
        </w:tabs>
        <w:ind w:left="597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699"/>
        </w:tabs>
        <w:ind w:left="669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419"/>
        </w:tabs>
        <w:ind w:left="7419" w:hanging="180"/>
      </w:pPr>
    </w:lvl>
  </w:abstractNum>
  <w:abstractNum w:abstractNumId="57" w15:restartNumberingAfterBreak="0">
    <w:nsid w:val="796E3854"/>
    <w:multiLevelType w:val="hybridMultilevel"/>
    <w:tmpl w:val="A0183C08"/>
    <w:lvl w:ilvl="0" w:tplc="041B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8" w15:restartNumberingAfterBreak="0">
    <w:nsid w:val="7AEF6F65"/>
    <w:multiLevelType w:val="hybridMultilevel"/>
    <w:tmpl w:val="79C858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CA940E7"/>
    <w:multiLevelType w:val="hybridMultilevel"/>
    <w:tmpl w:val="4358ED5E"/>
    <w:lvl w:ilvl="0" w:tplc="06147954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F1F22D7"/>
    <w:multiLevelType w:val="hybridMultilevel"/>
    <w:tmpl w:val="7B7A8D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25"/>
  </w:num>
  <w:num w:numId="3">
    <w:abstractNumId w:val="10"/>
  </w:num>
  <w:num w:numId="4">
    <w:abstractNumId w:val="57"/>
  </w:num>
  <w:num w:numId="5">
    <w:abstractNumId w:val="45"/>
  </w:num>
  <w:num w:numId="6">
    <w:abstractNumId w:val="1"/>
  </w:num>
  <w:num w:numId="7">
    <w:abstractNumId w:val="29"/>
  </w:num>
  <w:num w:numId="8">
    <w:abstractNumId w:val="47"/>
  </w:num>
  <w:num w:numId="9">
    <w:abstractNumId w:val="52"/>
  </w:num>
  <w:num w:numId="10">
    <w:abstractNumId w:val="34"/>
  </w:num>
  <w:num w:numId="11">
    <w:abstractNumId w:val="48"/>
  </w:num>
  <w:num w:numId="12">
    <w:abstractNumId w:val="50"/>
  </w:num>
  <w:num w:numId="13">
    <w:abstractNumId w:val="7"/>
  </w:num>
  <w:num w:numId="14">
    <w:abstractNumId w:val="12"/>
  </w:num>
  <w:num w:numId="15">
    <w:abstractNumId w:val="51"/>
  </w:num>
  <w:num w:numId="16">
    <w:abstractNumId w:val="18"/>
  </w:num>
  <w:num w:numId="17">
    <w:abstractNumId w:val="60"/>
  </w:num>
  <w:num w:numId="18">
    <w:abstractNumId w:val="9"/>
  </w:num>
  <w:num w:numId="19">
    <w:abstractNumId w:val="43"/>
  </w:num>
  <w:num w:numId="20">
    <w:abstractNumId w:val="30"/>
  </w:num>
  <w:num w:numId="21">
    <w:abstractNumId w:val="5"/>
  </w:num>
  <w:num w:numId="22">
    <w:abstractNumId w:val="16"/>
  </w:num>
  <w:num w:numId="23">
    <w:abstractNumId w:val="33"/>
  </w:num>
  <w:num w:numId="24">
    <w:abstractNumId w:val="39"/>
  </w:num>
  <w:num w:numId="25">
    <w:abstractNumId w:val="14"/>
  </w:num>
  <w:num w:numId="26">
    <w:abstractNumId w:val="26"/>
  </w:num>
  <w:num w:numId="27">
    <w:abstractNumId w:val="23"/>
  </w:num>
  <w:num w:numId="28">
    <w:abstractNumId w:val="31"/>
  </w:num>
  <w:num w:numId="29">
    <w:abstractNumId w:val="4"/>
  </w:num>
  <w:num w:numId="30">
    <w:abstractNumId w:val="24"/>
  </w:num>
  <w:num w:numId="31">
    <w:abstractNumId w:val="8"/>
  </w:num>
  <w:num w:numId="32">
    <w:abstractNumId w:val="22"/>
  </w:num>
  <w:num w:numId="33">
    <w:abstractNumId w:val="54"/>
  </w:num>
  <w:num w:numId="34">
    <w:abstractNumId w:val="21"/>
  </w:num>
  <w:num w:numId="35">
    <w:abstractNumId w:val="19"/>
  </w:num>
  <w:num w:numId="36">
    <w:abstractNumId w:val="42"/>
  </w:num>
  <w:num w:numId="37">
    <w:abstractNumId w:val="38"/>
  </w:num>
  <w:num w:numId="38">
    <w:abstractNumId w:val="17"/>
  </w:num>
  <w:num w:numId="39">
    <w:abstractNumId w:val="32"/>
  </w:num>
  <w:num w:numId="40">
    <w:abstractNumId w:val="13"/>
  </w:num>
  <w:num w:numId="41">
    <w:abstractNumId w:val="37"/>
  </w:num>
  <w:num w:numId="42">
    <w:abstractNumId w:val="55"/>
  </w:num>
  <w:num w:numId="43">
    <w:abstractNumId w:val="59"/>
  </w:num>
  <w:num w:numId="4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45">
    <w:abstractNumId w:val="28"/>
  </w:num>
  <w:num w:numId="46">
    <w:abstractNumId w:val="41"/>
  </w:num>
  <w:num w:numId="47">
    <w:abstractNumId w:val="49"/>
  </w:num>
  <w:num w:numId="4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49">
    <w:abstractNumId w:val="27"/>
  </w:num>
  <w:num w:numId="50">
    <w:abstractNumId w:val="15"/>
  </w:num>
  <w:num w:numId="51">
    <w:abstractNumId w:val="36"/>
  </w:num>
  <w:num w:numId="52">
    <w:abstractNumId w:val="56"/>
  </w:num>
  <w:num w:numId="53">
    <w:abstractNumId w:val="20"/>
  </w:num>
  <w:num w:numId="54">
    <w:abstractNumId w:val="3"/>
  </w:num>
  <w:num w:numId="55">
    <w:abstractNumId w:val="11"/>
  </w:num>
  <w:num w:numId="56">
    <w:abstractNumId w:val="2"/>
  </w:num>
  <w:num w:numId="57">
    <w:abstractNumId w:val="58"/>
  </w:num>
  <w:num w:numId="58">
    <w:abstractNumId w:val="6"/>
  </w:num>
  <w:num w:numId="59">
    <w:abstractNumId w:val="44"/>
  </w:num>
  <w:num w:numId="60">
    <w:abstractNumId w:val="35"/>
  </w:num>
  <w:num w:numId="61">
    <w:abstractNumId w:val="46"/>
  </w:num>
  <w:num w:numId="62">
    <w:abstractNumId w:val="4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523"/>
    <w:rsid w:val="000001D6"/>
    <w:rsid w:val="0000620B"/>
    <w:rsid w:val="00007E59"/>
    <w:rsid w:val="0001165F"/>
    <w:rsid w:val="00012553"/>
    <w:rsid w:val="00013B1D"/>
    <w:rsid w:val="00014007"/>
    <w:rsid w:val="00017824"/>
    <w:rsid w:val="00022DB4"/>
    <w:rsid w:val="00024A69"/>
    <w:rsid w:val="00031CD2"/>
    <w:rsid w:val="0003505F"/>
    <w:rsid w:val="0003566B"/>
    <w:rsid w:val="00037500"/>
    <w:rsid w:val="00042B7A"/>
    <w:rsid w:val="00044F1A"/>
    <w:rsid w:val="0005083D"/>
    <w:rsid w:val="00055934"/>
    <w:rsid w:val="000568C5"/>
    <w:rsid w:val="00062836"/>
    <w:rsid w:val="00065727"/>
    <w:rsid w:val="00066335"/>
    <w:rsid w:val="00066FF2"/>
    <w:rsid w:val="00067765"/>
    <w:rsid w:val="00070537"/>
    <w:rsid w:val="000721F8"/>
    <w:rsid w:val="00072280"/>
    <w:rsid w:val="000722D5"/>
    <w:rsid w:val="00072FC0"/>
    <w:rsid w:val="00081638"/>
    <w:rsid w:val="0008798A"/>
    <w:rsid w:val="00087A6C"/>
    <w:rsid w:val="00090ED1"/>
    <w:rsid w:val="00091D70"/>
    <w:rsid w:val="00095C35"/>
    <w:rsid w:val="00097847"/>
    <w:rsid w:val="000978CB"/>
    <w:rsid w:val="000A2908"/>
    <w:rsid w:val="000A2F78"/>
    <w:rsid w:val="000B22E1"/>
    <w:rsid w:val="000B3B88"/>
    <w:rsid w:val="000C10E8"/>
    <w:rsid w:val="000C1905"/>
    <w:rsid w:val="000D376F"/>
    <w:rsid w:val="000D689E"/>
    <w:rsid w:val="000E4E95"/>
    <w:rsid w:val="000E6038"/>
    <w:rsid w:val="000F5339"/>
    <w:rsid w:val="000F552A"/>
    <w:rsid w:val="000F568C"/>
    <w:rsid w:val="00100E55"/>
    <w:rsid w:val="001013A3"/>
    <w:rsid w:val="0010273F"/>
    <w:rsid w:val="001028B3"/>
    <w:rsid w:val="0010407E"/>
    <w:rsid w:val="0010497C"/>
    <w:rsid w:val="00107647"/>
    <w:rsid w:val="00120900"/>
    <w:rsid w:val="0012384B"/>
    <w:rsid w:val="0012409D"/>
    <w:rsid w:val="00126D07"/>
    <w:rsid w:val="001301F0"/>
    <w:rsid w:val="00131B07"/>
    <w:rsid w:val="001330AE"/>
    <w:rsid w:val="001335FD"/>
    <w:rsid w:val="00134B11"/>
    <w:rsid w:val="00134E26"/>
    <w:rsid w:val="00137934"/>
    <w:rsid w:val="0014142E"/>
    <w:rsid w:val="00143AFF"/>
    <w:rsid w:val="00143BF1"/>
    <w:rsid w:val="00144D42"/>
    <w:rsid w:val="001467A5"/>
    <w:rsid w:val="0015020D"/>
    <w:rsid w:val="001504DE"/>
    <w:rsid w:val="00155460"/>
    <w:rsid w:val="00156669"/>
    <w:rsid w:val="001649AF"/>
    <w:rsid w:val="00171AC4"/>
    <w:rsid w:val="00171BB5"/>
    <w:rsid w:val="00183227"/>
    <w:rsid w:val="00184E17"/>
    <w:rsid w:val="00192108"/>
    <w:rsid w:val="00193773"/>
    <w:rsid w:val="00197B23"/>
    <w:rsid w:val="001A26F7"/>
    <w:rsid w:val="001A61B2"/>
    <w:rsid w:val="001B4991"/>
    <w:rsid w:val="001C52DD"/>
    <w:rsid w:val="001C6C87"/>
    <w:rsid w:val="001D57A7"/>
    <w:rsid w:val="001D64E5"/>
    <w:rsid w:val="001E0D1F"/>
    <w:rsid w:val="001E1F66"/>
    <w:rsid w:val="001E3165"/>
    <w:rsid w:val="001E579F"/>
    <w:rsid w:val="001E6A0F"/>
    <w:rsid w:val="001E6D40"/>
    <w:rsid w:val="001F1385"/>
    <w:rsid w:val="001F14E2"/>
    <w:rsid w:val="001F291E"/>
    <w:rsid w:val="001F2F8F"/>
    <w:rsid w:val="001F363F"/>
    <w:rsid w:val="001F4EA5"/>
    <w:rsid w:val="00201E22"/>
    <w:rsid w:val="00206E4C"/>
    <w:rsid w:val="002109F2"/>
    <w:rsid w:val="00211176"/>
    <w:rsid w:val="00213C67"/>
    <w:rsid w:val="002236CC"/>
    <w:rsid w:val="00223F56"/>
    <w:rsid w:val="00223FDA"/>
    <w:rsid w:val="002249AF"/>
    <w:rsid w:val="00234661"/>
    <w:rsid w:val="00234B02"/>
    <w:rsid w:val="00236B97"/>
    <w:rsid w:val="002372DC"/>
    <w:rsid w:val="00241778"/>
    <w:rsid w:val="00244004"/>
    <w:rsid w:val="00244F76"/>
    <w:rsid w:val="00247ADC"/>
    <w:rsid w:val="00247F30"/>
    <w:rsid w:val="0025154E"/>
    <w:rsid w:val="00252B56"/>
    <w:rsid w:val="002558A2"/>
    <w:rsid w:val="00260771"/>
    <w:rsid w:val="00262783"/>
    <w:rsid w:val="00264C39"/>
    <w:rsid w:val="00265F97"/>
    <w:rsid w:val="002714C6"/>
    <w:rsid w:val="00277D20"/>
    <w:rsid w:val="00283067"/>
    <w:rsid w:val="00291033"/>
    <w:rsid w:val="002912D0"/>
    <w:rsid w:val="0029156B"/>
    <w:rsid w:val="00293159"/>
    <w:rsid w:val="00295049"/>
    <w:rsid w:val="002963D5"/>
    <w:rsid w:val="002964F4"/>
    <w:rsid w:val="0029745F"/>
    <w:rsid w:val="00297B9B"/>
    <w:rsid w:val="002A6364"/>
    <w:rsid w:val="002A67BA"/>
    <w:rsid w:val="002B2379"/>
    <w:rsid w:val="002C3B91"/>
    <w:rsid w:val="002D222C"/>
    <w:rsid w:val="002D2BE2"/>
    <w:rsid w:val="002D4A07"/>
    <w:rsid w:val="002E01E1"/>
    <w:rsid w:val="002E5AEC"/>
    <w:rsid w:val="002F4C7A"/>
    <w:rsid w:val="002F501A"/>
    <w:rsid w:val="002F7C21"/>
    <w:rsid w:val="0030294E"/>
    <w:rsid w:val="00302F80"/>
    <w:rsid w:val="003052DD"/>
    <w:rsid w:val="00307853"/>
    <w:rsid w:val="003108BF"/>
    <w:rsid w:val="00310B71"/>
    <w:rsid w:val="00310D46"/>
    <w:rsid w:val="003115FD"/>
    <w:rsid w:val="00311BCB"/>
    <w:rsid w:val="003179EE"/>
    <w:rsid w:val="00322FDD"/>
    <w:rsid w:val="00324538"/>
    <w:rsid w:val="00324E3C"/>
    <w:rsid w:val="00325031"/>
    <w:rsid w:val="0032507F"/>
    <w:rsid w:val="003276C7"/>
    <w:rsid w:val="00330A63"/>
    <w:rsid w:val="003313DF"/>
    <w:rsid w:val="0033445C"/>
    <w:rsid w:val="003347C6"/>
    <w:rsid w:val="00334B8E"/>
    <w:rsid w:val="00337B74"/>
    <w:rsid w:val="00344A37"/>
    <w:rsid w:val="003453F6"/>
    <w:rsid w:val="00345AD5"/>
    <w:rsid w:val="00347213"/>
    <w:rsid w:val="0034746A"/>
    <w:rsid w:val="0035018F"/>
    <w:rsid w:val="00350523"/>
    <w:rsid w:val="00354675"/>
    <w:rsid w:val="003548A7"/>
    <w:rsid w:val="00357209"/>
    <w:rsid w:val="0036132D"/>
    <w:rsid w:val="00362BD5"/>
    <w:rsid w:val="00370646"/>
    <w:rsid w:val="003801D4"/>
    <w:rsid w:val="003824DA"/>
    <w:rsid w:val="00383B3F"/>
    <w:rsid w:val="003929A6"/>
    <w:rsid w:val="003937F7"/>
    <w:rsid w:val="003A252D"/>
    <w:rsid w:val="003A5716"/>
    <w:rsid w:val="003B1F31"/>
    <w:rsid w:val="003B2420"/>
    <w:rsid w:val="003B50F2"/>
    <w:rsid w:val="003B571E"/>
    <w:rsid w:val="003B6AC8"/>
    <w:rsid w:val="003B6EF4"/>
    <w:rsid w:val="003C0708"/>
    <w:rsid w:val="003D06D6"/>
    <w:rsid w:val="003D3B45"/>
    <w:rsid w:val="003D3CA4"/>
    <w:rsid w:val="003D5A1C"/>
    <w:rsid w:val="003D62D3"/>
    <w:rsid w:val="003E3D07"/>
    <w:rsid w:val="003E53E9"/>
    <w:rsid w:val="003E7448"/>
    <w:rsid w:val="003F49BA"/>
    <w:rsid w:val="003F75C4"/>
    <w:rsid w:val="00405100"/>
    <w:rsid w:val="00410976"/>
    <w:rsid w:val="00410D70"/>
    <w:rsid w:val="004118D6"/>
    <w:rsid w:val="00412399"/>
    <w:rsid w:val="004177D2"/>
    <w:rsid w:val="00424B56"/>
    <w:rsid w:val="004264E8"/>
    <w:rsid w:val="00427729"/>
    <w:rsid w:val="00431D27"/>
    <w:rsid w:val="00434006"/>
    <w:rsid w:val="00435BD3"/>
    <w:rsid w:val="004364D6"/>
    <w:rsid w:val="0044123F"/>
    <w:rsid w:val="00441703"/>
    <w:rsid w:val="00442178"/>
    <w:rsid w:val="004431A6"/>
    <w:rsid w:val="0044336F"/>
    <w:rsid w:val="00443568"/>
    <w:rsid w:val="004453DE"/>
    <w:rsid w:val="00451429"/>
    <w:rsid w:val="004563E7"/>
    <w:rsid w:val="00462ABA"/>
    <w:rsid w:val="00462F86"/>
    <w:rsid w:val="004638A6"/>
    <w:rsid w:val="00465031"/>
    <w:rsid w:val="004666A6"/>
    <w:rsid w:val="00470D23"/>
    <w:rsid w:val="00472690"/>
    <w:rsid w:val="004746DE"/>
    <w:rsid w:val="004753DC"/>
    <w:rsid w:val="0047548F"/>
    <w:rsid w:val="00476CE8"/>
    <w:rsid w:val="00476FF8"/>
    <w:rsid w:val="004829F8"/>
    <w:rsid w:val="00482C66"/>
    <w:rsid w:val="00485665"/>
    <w:rsid w:val="0049033D"/>
    <w:rsid w:val="004904EE"/>
    <w:rsid w:val="00490DFE"/>
    <w:rsid w:val="00493238"/>
    <w:rsid w:val="00496801"/>
    <w:rsid w:val="00497849"/>
    <w:rsid w:val="00497B8A"/>
    <w:rsid w:val="004A129D"/>
    <w:rsid w:val="004A554E"/>
    <w:rsid w:val="004A72D6"/>
    <w:rsid w:val="004B6028"/>
    <w:rsid w:val="004C0E82"/>
    <w:rsid w:val="004C5244"/>
    <w:rsid w:val="004C66BB"/>
    <w:rsid w:val="004D2F8B"/>
    <w:rsid w:val="004D36CF"/>
    <w:rsid w:val="004D47FD"/>
    <w:rsid w:val="004D4A3F"/>
    <w:rsid w:val="004D7874"/>
    <w:rsid w:val="004E0FAA"/>
    <w:rsid w:val="004E7EA9"/>
    <w:rsid w:val="004F149E"/>
    <w:rsid w:val="004F3757"/>
    <w:rsid w:val="004F68D3"/>
    <w:rsid w:val="0051356C"/>
    <w:rsid w:val="00513A76"/>
    <w:rsid w:val="0051793C"/>
    <w:rsid w:val="00521065"/>
    <w:rsid w:val="0052384D"/>
    <w:rsid w:val="005255F4"/>
    <w:rsid w:val="00525D20"/>
    <w:rsid w:val="00527BC6"/>
    <w:rsid w:val="00532DB2"/>
    <w:rsid w:val="00534CAA"/>
    <w:rsid w:val="00534F3A"/>
    <w:rsid w:val="0054041D"/>
    <w:rsid w:val="0054137B"/>
    <w:rsid w:val="00542CA9"/>
    <w:rsid w:val="00545B37"/>
    <w:rsid w:val="00546E9F"/>
    <w:rsid w:val="00547C14"/>
    <w:rsid w:val="00550CA3"/>
    <w:rsid w:val="005540DD"/>
    <w:rsid w:val="00554E9D"/>
    <w:rsid w:val="00561354"/>
    <w:rsid w:val="0056238C"/>
    <w:rsid w:val="005624E9"/>
    <w:rsid w:val="0056503E"/>
    <w:rsid w:val="00565401"/>
    <w:rsid w:val="00566DA1"/>
    <w:rsid w:val="00576A62"/>
    <w:rsid w:val="00576BC1"/>
    <w:rsid w:val="005773E9"/>
    <w:rsid w:val="00584618"/>
    <w:rsid w:val="005855CD"/>
    <w:rsid w:val="005936A2"/>
    <w:rsid w:val="00596037"/>
    <w:rsid w:val="005A0C46"/>
    <w:rsid w:val="005A352E"/>
    <w:rsid w:val="005A4BA9"/>
    <w:rsid w:val="005A59AD"/>
    <w:rsid w:val="005A5B99"/>
    <w:rsid w:val="005B0AED"/>
    <w:rsid w:val="005C2CA5"/>
    <w:rsid w:val="005C3A6F"/>
    <w:rsid w:val="005C5EAC"/>
    <w:rsid w:val="005D0139"/>
    <w:rsid w:val="005D1C22"/>
    <w:rsid w:val="005E394E"/>
    <w:rsid w:val="005E5125"/>
    <w:rsid w:val="005E521C"/>
    <w:rsid w:val="005E6469"/>
    <w:rsid w:val="005E72EA"/>
    <w:rsid w:val="005F074C"/>
    <w:rsid w:val="005F0FDA"/>
    <w:rsid w:val="005F2B24"/>
    <w:rsid w:val="005F3ED7"/>
    <w:rsid w:val="005F4E31"/>
    <w:rsid w:val="005F7CB5"/>
    <w:rsid w:val="006017EA"/>
    <w:rsid w:val="00603D5F"/>
    <w:rsid w:val="00604781"/>
    <w:rsid w:val="006048D6"/>
    <w:rsid w:val="00604F3C"/>
    <w:rsid w:val="00610A54"/>
    <w:rsid w:val="006144A1"/>
    <w:rsid w:val="00617B9D"/>
    <w:rsid w:val="00622AB9"/>
    <w:rsid w:val="00623E43"/>
    <w:rsid w:val="00625FB6"/>
    <w:rsid w:val="0062613F"/>
    <w:rsid w:val="00627551"/>
    <w:rsid w:val="00631448"/>
    <w:rsid w:val="00640074"/>
    <w:rsid w:val="0064722F"/>
    <w:rsid w:val="00647675"/>
    <w:rsid w:val="00650D8F"/>
    <w:rsid w:val="00651DD2"/>
    <w:rsid w:val="00653A1B"/>
    <w:rsid w:val="006559B8"/>
    <w:rsid w:val="006614C6"/>
    <w:rsid w:val="00663F11"/>
    <w:rsid w:val="00665DB3"/>
    <w:rsid w:val="006671D9"/>
    <w:rsid w:val="00667E16"/>
    <w:rsid w:val="00671905"/>
    <w:rsid w:val="00674342"/>
    <w:rsid w:val="0067692C"/>
    <w:rsid w:val="00676C82"/>
    <w:rsid w:val="006835D6"/>
    <w:rsid w:val="006851C2"/>
    <w:rsid w:val="00691318"/>
    <w:rsid w:val="00693D13"/>
    <w:rsid w:val="00696C71"/>
    <w:rsid w:val="00697A35"/>
    <w:rsid w:val="006A1A07"/>
    <w:rsid w:val="006A1CDB"/>
    <w:rsid w:val="006A353F"/>
    <w:rsid w:val="006B1F9C"/>
    <w:rsid w:val="006B429D"/>
    <w:rsid w:val="006B62C8"/>
    <w:rsid w:val="006B7166"/>
    <w:rsid w:val="006D0F58"/>
    <w:rsid w:val="006D239F"/>
    <w:rsid w:val="006D4B2E"/>
    <w:rsid w:val="006D53A4"/>
    <w:rsid w:val="006E0201"/>
    <w:rsid w:val="006E0207"/>
    <w:rsid w:val="006E114F"/>
    <w:rsid w:val="006E137F"/>
    <w:rsid w:val="006F16E2"/>
    <w:rsid w:val="006F2059"/>
    <w:rsid w:val="006F60C9"/>
    <w:rsid w:val="0070359E"/>
    <w:rsid w:val="0071158A"/>
    <w:rsid w:val="007150C5"/>
    <w:rsid w:val="00723073"/>
    <w:rsid w:val="00731398"/>
    <w:rsid w:val="00732A4D"/>
    <w:rsid w:val="0073398A"/>
    <w:rsid w:val="0073613D"/>
    <w:rsid w:val="00742562"/>
    <w:rsid w:val="00750587"/>
    <w:rsid w:val="007509DF"/>
    <w:rsid w:val="007633DC"/>
    <w:rsid w:val="0076389B"/>
    <w:rsid w:val="007647FB"/>
    <w:rsid w:val="00765E69"/>
    <w:rsid w:val="00767319"/>
    <w:rsid w:val="00770533"/>
    <w:rsid w:val="0077095B"/>
    <w:rsid w:val="00777394"/>
    <w:rsid w:val="007777B0"/>
    <w:rsid w:val="007826E1"/>
    <w:rsid w:val="007832D9"/>
    <w:rsid w:val="00783E55"/>
    <w:rsid w:val="00787135"/>
    <w:rsid w:val="00787D02"/>
    <w:rsid w:val="00792622"/>
    <w:rsid w:val="00792E2E"/>
    <w:rsid w:val="00795F80"/>
    <w:rsid w:val="007A06E8"/>
    <w:rsid w:val="007A6D60"/>
    <w:rsid w:val="007B0AF6"/>
    <w:rsid w:val="007B38AE"/>
    <w:rsid w:val="007B6261"/>
    <w:rsid w:val="007C10B6"/>
    <w:rsid w:val="007C1E2C"/>
    <w:rsid w:val="007C6E15"/>
    <w:rsid w:val="007D44AD"/>
    <w:rsid w:val="007D4CFC"/>
    <w:rsid w:val="007D69A7"/>
    <w:rsid w:val="007D7E60"/>
    <w:rsid w:val="007E21DB"/>
    <w:rsid w:val="007E2E3C"/>
    <w:rsid w:val="007E2E9E"/>
    <w:rsid w:val="007F143B"/>
    <w:rsid w:val="007F15A1"/>
    <w:rsid w:val="007F391F"/>
    <w:rsid w:val="007F5228"/>
    <w:rsid w:val="007F7705"/>
    <w:rsid w:val="007F7BFC"/>
    <w:rsid w:val="008001BB"/>
    <w:rsid w:val="008011E3"/>
    <w:rsid w:val="008027C7"/>
    <w:rsid w:val="00803EF1"/>
    <w:rsid w:val="00805D5C"/>
    <w:rsid w:val="00806F5F"/>
    <w:rsid w:val="008101F5"/>
    <w:rsid w:val="00814E1E"/>
    <w:rsid w:val="008169D9"/>
    <w:rsid w:val="0082237D"/>
    <w:rsid w:val="00822886"/>
    <w:rsid w:val="00823481"/>
    <w:rsid w:val="00823B98"/>
    <w:rsid w:val="00824425"/>
    <w:rsid w:val="00833D98"/>
    <w:rsid w:val="00835E9E"/>
    <w:rsid w:val="008429D1"/>
    <w:rsid w:val="008451C7"/>
    <w:rsid w:val="00846CA6"/>
    <w:rsid w:val="00857064"/>
    <w:rsid w:val="00861E0D"/>
    <w:rsid w:val="00863663"/>
    <w:rsid w:val="008638F0"/>
    <w:rsid w:val="0086435B"/>
    <w:rsid w:val="00864E0B"/>
    <w:rsid w:val="00875464"/>
    <w:rsid w:val="008768F9"/>
    <w:rsid w:val="00876D4C"/>
    <w:rsid w:val="0088283A"/>
    <w:rsid w:val="00882F74"/>
    <w:rsid w:val="008861B5"/>
    <w:rsid w:val="0089342E"/>
    <w:rsid w:val="008935CB"/>
    <w:rsid w:val="00895FFF"/>
    <w:rsid w:val="008A0E82"/>
    <w:rsid w:val="008B4713"/>
    <w:rsid w:val="008B7B3D"/>
    <w:rsid w:val="008C7AF6"/>
    <w:rsid w:val="008D13B8"/>
    <w:rsid w:val="008D1616"/>
    <w:rsid w:val="008D1870"/>
    <w:rsid w:val="008D4DCD"/>
    <w:rsid w:val="008D5FBC"/>
    <w:rsid w:val="008D6CE1"/>
    <w:rsid w:val="008D7BA0"/>
    <w:rsid w:val="008E5974"/>
    <w:rsid w:val="008E7559"/>
    <w:rsid w:val="008E7778"/>
    <w:rsid w:val="008E7C27"/>
    <w:rsid w:val="008F4FB1"/>
    <w:rsid w:val="008F7326"/>
    <w:rsid w:val="00900490"/>
    <w:rsid w:val="009060EB"/>
    <w:rsid w:val="00906C1C"/>
    <w:rsid w:val="00906E66"/>
    <w:rsid w:val="009079FC"/>
    <w:rsid w:val="00910052"/>
    <w:rsid w:val="0091263E"/>
    <w:rsid w:val="00913E24"/>
    <w:rsid w:val="00915BC3"/>
    <w:rsid w:val="00921E6F"/>
    <w:rsid w:val="00923538"/>
    <w:rsid w:val="00924977"/>
    <w:rsid w:val="00925FBF"/>
    <w:rsid w:val="009269F2"/>
    <w:rsid w:val="009303A3"/>
    <w:rsid w:val="009313B4"/>
    <w:rsid w:val="00933137"/>
    <w:rsid w:val="00936BD5"/>
    <w:rsid w:val="009377E7"/>
    <w:rsid w:val="00944CC2"/>
    <w:rsid w:val="00946C2F"/>
    <w:rsid w:val="00950777"/>
    <w:rsid w:val="009508AC"/>
    <w:rsid w:val="0096028D"/>
    <w:rsid w:val="00962049"/>
    <w:rsid w:val="00966544"/>
    <w:rsid w:val="0096736B"/>
    <w:rsid w:val="00973195"/>
    <w:rsid w:val="009737DD"/>
    <w:rsid w:val="00974D28"/>
    <w:rsid w:val="00976044"/>
    <w:rsid w:val="00976D09"/>
    <w:rsid w:val="00993DF4"/>
    <w:rsid w:val="00993E78"/>
    <w:rsid w:val="00994AE4"/>
    <w:rsid w:val="00995DFE"/>
    <w:rsid w:val="009A12D8"/>
    <w:rsid w:val="009A2661"/>
    <w:rsid w:val="009A3652"/>
    <w:rsid w:val="009A39EB"/>
    <w:rsid w:val="009A4B8F"/>
    <w:rsid w:val="009B132F"/>
    <w:rsid w:val="009B1CC7"/>
    <w:rsid w:val="009B4DDA"/>
    <w:rsid w:val="009B52AD"/>
    <w:rsid w:val="009B61F4"/>
    <w:rsid w:val="009B6A18"/>
    <w:rsid w:val="009B6C55"/>
    <w:rsid w:val="009C0FED"/>
    <w:rsid w:val="009C3357"/>
    <w:rsid w:val="009D4839"/>
    <w:rsid w:val="009D59B2"/>
    <w:rsid w:val="009E0DFC"/>
    <w:rsid w:val="009E4025"/>
    <w:rsid w:val="009E5A93"/>
    <w:rsid w:val="009E7552"/>
    <w:rsid w:val="009F04C0"/>
    <w:rsid w:val="009F3894"/>
    <w:rsid w:val="009F42C5"/>
    <w:rsid w:val="009F6499"/>
    <w:rsid w:val="009F76A1"/>
    <w:rsid w:val="00A00C9D"/>
    <w:rsid w:val="00A016F3"/>
    <w:rsid w:val="00A01B94"/>
    <w:rsid w:val="00A01BDC"/>
    <w:rsid w:val="00A02C8B"/>
    <w:rsid w:val="00A04113"/>
    <w:rsid w:val="00A0663A"/>
    <w:rsid w:val="00A106F1"/>
    <w:rsid w:val="00A13FE3"/>
    <w:rsid w:val="00A15F41"/>
    <w:rsid w:val="00A175F6"/>
    <w:rsid w:val="00A23121"/>
    <w:rsid w:val="00A31867"/>
    <w:rsid w:val="00A31AFF"/>
    <w:rsid w:val="00A374E7"/>
    <w:rsid w:val="00A417C9"/>
    <w:rsid w:val="00A44B1A"/>
    <w:rsid w:val="00A54082"/>
    <w:rsid w:val="00A541A8"/>
    <w:rsid w:val="00A54839"/>
    <w:rsid w:val="00A5734F"/>
    <w:rsid w:val="00A664FB"/>
    <w:rsid w:val="00A7594F"/>
    <w:rsid w:val="00A7651F"/>
    <w:rsid w:val="00A802FB"/>
    <w:rsid w:val="00A8408C"/>
    <w:rsid w:val="00A85163"/>
    <w:rsid w:val="00A852A2"/>
    <w:rsid w:val="00A8643B"/>
    <w:rsid w:val="00A866B3"/>
    <w:rsid w:val="00A9056D"/>
    <w:rsid w:val="00A912F5"/>
    <w:rsid w:val="00A929A1"/>
    <w:rsid w:val="00A933AA"/>
    <w:rsid w:val="00A96256"/>
    <w:rsid w:val="00AA0370"/>
    <w:rsid w:val="00AA5F1D"/>
    <w:rsid w:val="00AB4264"/>
    <w:rsid w:val="00AB5020"/>
    <w:rsid w:val="00AB65D6"/>
    <w:rsid w:val="00AB6C5C"/>
    <w:rsid w:val="00AC292A"/>
    <w:rsid w:val="00AC2FF7"/>
    <w:rsid w:val="00AC6123"/>
    <w:rsid w:val="00AD3EE9"/>
    <w:rsid w:val="00AE147F"/>
    <w:rsid w:val="00AE60C4"/>
    <w:rsid w:val="00AF0B98"/>
    <w:rsid w:val="00AF5C1C"/>
    <w:rsid w:val="00AF7233"/>
    <w:rsid w:val="00AF7609"/>
    <w:rsid w:val="00B03707"/>
    <w:rsid w:val="00B1083E"/>
    <w:rsid w:val="00B10D7F"/>
    <w:rsid w:val="00B17213"/>
    <w:rsid w:val="00B247E2"/>
    <w:rsid w:val="00B26EE9"/>
    <w:rsid w:val="00B321BD"/>
    <w:rsid w:val="00B36CD8"/>
    <w:rsid w:val="00B36DDF"/>
    <w:rsid w:val="00B449AD"/>
    <w:rsid w:val="00B45111"/>
    <w:rsid w:val="00B457FB"/>
    <w:rsid w:val="00B51E71"/>
    <w:rsid w:val="00B567F9"/>
    <w:rsid w:val="00B56E7C"/>
    <w:rsid w:val="00B57BA4"/>
    <w:rsid w:val="00B57C89"/>
    <w:rsid w:val="00B60AA2"/>
    <w:rsid w:val="00B70F09"/>
    <w:rsid w:val="00B80F80"/>
    <w:rsid w:val="00B81266"/>
    <w:rsid w:val="00B830BA"/>
    <w:rsid w:val="00B8544C"/>
    <w:rsid w:val="00B8596D"/>
    <w:rsid w:val="00B953EA"/>
    <w:rsid w:val="00B97C55"/>
    <w:rsid w:val="00BA15AF"/>
    <w:rsid w:val="00BA2EC0"/>
    <w:rsid w:val="00BA30EE"/>
    <w:rsid w:val="00BA59E4"/>
    <w:rsid w:val="00BA7E5E"/>
    <w:rsid w:val="00BB0D16"/>
    <w:rsid w:val="00BB114D"/>
    <w:rsid w:val="00BB33A7"/>
    <w:rsid w:val="00BC0401"/>
    <w:rsid w:val="00BC066C"/>
    <w:rsid w:val="00BC0F02"/>
    <w:rsid w:val="00BC4DE6"/>
    <w:rsid w:val="00BC5DDF"/>
    <w:rsid w:val="00BD313A"/>
    <w:rsid w:val="00BD341F"/>
    <w:rsid w:val="00BD3518"/>
    <w:rsid w:val="00BD6CBA"/>
    <w:rsid w:val="00BD7873"/>
    <w:rsid w:val="00BE0116"/>
    <w:rsid w:val="00BE216D"/>
    <w:rsid w:val="00BE7BFA"/>
    <w:rsid w:val="00BF13BF"/>
    <w:rsid w:val="00BF1C61"/>
    <w:rsid w:val="00BF2192"/>
    <w:rsid w:val="00BF2BDA"/>
    <w:rsid w:val="00BF3057"/>
    <w:rsid w:val="00BF3C69"/>
    <w:rsid w:val="00C0097D"/>
    <w:rsid w:val="00C00E47"/>
    <w:rsid w:val="00C0353D"/>
    <w:rsid w:val="00C10B87"/>
    <w:rsid w:val="00C138E0"/>
    <w:rsid w:val="00C169E5"/>
    <w:rsid w:val="00C21BAB"/>
    <w:rsid w:val="00C23F29"/>
    <w:rsid w:val="00C30765"/>
    <w:rsid w:val="00C33845"/>
    <w:rsid w:val="00C343A6"/>
    <w:rsid w:val="00C35191"/>
    <w:rsid w:val="00C37B5F"/>
    <w:rsid w:val="00C37DF6"/>
    <w:rsid w:val="00C37E89"/>
    <w:rsid w:val="00C43C46"/>
    <w:rsid w:val="00C44615"/>
    <w:rsid w:val="00C44FCB"/>
    <w:rsid w:val="00C4645B"/>
    <w:rsid w:val="00C55EF5"/>
    <w:rsid w:val="00C56132"/>
    <w:rsid w:val="00C5619E"/>
    <w:rsid w:val="00C57F9A"/>
    <w:rsid w:val="00C60B35"/>
    <w:rsid w:val="00C60C40"/>
    <w:rsid w:val="00C64118"/>
    <w:rsid w:val="00C64DA9"/>
    <w:rsid w:val="00C65FE6"/>
    <w:rsid w:val="00C75AB9"/>
    <w:rsid w:val="00C768B0"/>
    <w:rsid w:val="00C77649"/>
    <w:rsid w:val="00C81012"/>
    <w:rsid w:val="00C82A4B"/>
    <w:rsid w:val="00C90A7D"/>
    <w:rsid w:val="00C91E92"/>
    <w:rsid w:val="00C92503"/>
    <w:rsid w:val="00C95BB0"/>
    <w:rsid w:val="00C97B6E"/>
    <w:rsid w:val="00CA694D"/>
    <w:rsid w:val="00CA7BBB"/>
    <w:rsid w:val="00CB269E"/>
    <w:rsid w:val="00CC0967"/>
    <w:rsid w:val="00CC410B"/>
    <w:rsid w:val="00CC4258"/>
    <w:rsid w:val="00CC7AE5"/>
    <w:rsid w:val="00CE0A03"/>
    <w:rsid w:val="00CE1A51"/>
    <w:rsid w:val="00CE62F0"/>
    <w:rsid w:val="00CF0123"/>
    <w:rsid w:val="00CF0456"/>
    <w:rsid w:val="00CF2FBB"/>
    <w:rsid w:val="00CF3C30"/>
    <w:rsid w:val="00CF5CFA"/>
    <w:rsid w:val="00D12B67"/>
    <w:rsid w:val="00D12F70"/>
    <w:rsid w:val="00D2304A"/>
    <w:rsid w:val="00D246FB"/>
    <w:rsid w:val="00D25F8E"/>
    <w:rsid w:val="00D2770A"/>
    <w:rsid w:val="00D310AD"/>
    <w:rsid w:val="00D34132"/>
    <w:rsid w:val="00D34CCA"/>
    <w:rsid w:val="00D37539"/>
    <w:rsid w:val="00D403B2"/>
    <w:rsid w:val="00D42C44"/>
    <w:rsid w:val="00D43975"/>
    <w:rsid w:val="00D478F7"/>
    <w:rsid w:val="00D47B2D"/>
    <w:rsid w:val="00D52AAE"/>
    <w:rsid w:val="00D558E6"/>
    <w:rsid w:val="00D56D57"/>
    <w:rsid w:val="00D61A2C"/>
    <w:rsid w:val="00D6300D"/>
    <w:rsid w:val="00D63875"/>
    <w:rsid w:val="00D66AC4"/>
    <w:rsid w:val="00D73DB9"/>
    <w:rsid w:val="00D875B0"/>
    <w:rsid w:val="00D913BE"/>
    <w:rsid w:val="00D91CE2"/>
    <w:rsid w:val="00D91D5F"/>
    <w:rsid w:val="00D92439"/>
    <w:rsid w:val="00DA26E8"/>
    <w:rsid w:val="00DA4646"/>
    <w:rsid w:val="00DA4C2E"/>
    <w:rsid w:val="00DA5244"/>
    <w:rsid w:val="00DB5693"/>
    <w:rsid w:val="00DB58B3"/>
    <w:rsid w:val="00DB6F64"/>
    <w:rsid w:val="00DC0CF4"/>
    <w:rsid w:val="00DC3578"/>
    <w:rsid w:val="00DC4AE5"/>
    <w:rsid w:val="00DD0300"/>
    <w:rsid w:val="00DD4735"/>
    <w:rsid w:val="00DD6E82"/>
    <w:rsid w:val="00DD7E9B"/>
    <w:rsid w:val="00DE27A9"/>
    <w:rsid w:val="00DF1166"/>
    <w:rsid w:val="00DF251A"/>
    <w:rsid w:val="00DF254D"/>
    <w:rsid w:val="00DF3B96"/>
    <w:rsid w:val="00DF4477"/>
    <w:rsid w:val="00DF651C"/>
    <w:rsid w:val="00E056A0"/>
    <w:rsid w:val="00E13B3D"/>
    <w:rsid w:val="00E206DA"/>
    <w:rsid w:val="00E24A44"/>
    <w:rsid w:val="00E3037A"/>
    <w:rsid w:val="00E3179B"/>
    <w:rsid w:val="00E36942"/>
    <w:rsid w:val="00E41BC6"/>
    <w:rsid w:val="00E46119"/>
    <w:rsid w:val="00E54FE8"/>
    <w:rsid w:val="00E5562F"/>
    <w:rsid w:val="00E57D2B"/>
    <w:rsid w:val="00E60FDD"/>
    <w:rsid w:val="00E62522"/>
    <w:rsid w:val="00E635A3"/>
    <w:rsid w:val="00E661DA"/>
    <w:rsid w:val="00E7122B"/>
    <w:rsid w:val="00E80689"/>
    <w:rsid w:val="00E81B00"/>
    <w:rsid w:val="00E81E17"/>
    <w:rsid w:val="00E85BA2"/>
    <w:rsid w:val="00E9088B"/>
    <w:rsid w:val="00E90A02"/>
    <w:rsid w:val="00E90A0C"/>
    <w:rsid w:val="00E9392C"/>
    <w:rsid w:val="00E941DA"/>
    <w:rsid w:val="00E943D3"/>
    <w:rsid w:val="00E962CB"/>
    <w:rsid w:val="00E9705E"/>
    <w:rsid w:val="00EA0F58"/>
    <w:rsid w:val="00EB0944"/>
    <w:rsid w:val="00EB19D0"/>
    <w:rsid w:val="00EC474E"/>
    <w:rsid w:val="00EC4E7B"/>
    <w:rsid w:val="00EC5BCF"/>
    <w:rsid w:val="00EC7480"/>
    <w:rsid w:val="00EC7565"/>
    <w:rsid w:val="00ED2C88"/>
    <w:rsid w:val="00ED35A0"/>
    <w:rsid w:val="00EE0791"/>
    <w:rsid w:val="00EE2A79"/>
    <w:rsid w:val="00EE41B2"/>
    <w:rsid w:val="00EF1817"/>
    <w:rsid w:val="00EF5F2A"/>
    <w:rsid w:val="00EF6B41"/>
    <w:rsid w:val="00EF7EFC"/>
    <w:rsid w:val="00F066FB"/>
    <w:rsid w:val="00F073AF"/>
    <w:rsid w:val="00F11CB4"/>
    <w:rsid w:val="00F12201"/>
    <w:rsid w:val="00F126AF"/>
    <w:rsid w:val="00F132DB"/>
    <w:rsid w:val="00F1344D"/>
    <w:rsid w:val="00F14397"/>
    <w:rsid w:val="00F24449"/>
    <w:rsid w:val="00F26C57"/>
    <w:rsid w:val="00F27091"/>
    <w:rsid w:val="00F30D5A"/>
    <w:rsid w:val="00F36415"/>
    <w:rsid w:val="00F37A17"/>
    <w:rsid w:val="00F401D5"/>
    <w:rsid w:val="00F41320"/>
    <w:rsid w:val="00F438D0"/>
    <w:rsid w:val="00F4428D"/>
    <w:rsid w:val="00F47EE7"/>
    <w:rsid w:val="00F52B8C"/>
    <w:rsid w:val="00F558EC"/>
    <w:rsid w:val="00F6028F"/>
    <w:rsid w:val="00F64269"/>
    <w:rsid w:val="00F649EA"/>
    <w:rsid w:val="00F73F49"/>
    <w:rsid w:val="00F760B5"/>
    <w:rsid w:val="00F767A0"/>
    <w:rsid w:val="00F76A37"/>
    <w:rsid w:val="00F819C8"/>
    <w:rsid w:val="00F819EF"/>
    <w:rsid w:val="00F86FCC"/>
    <w:rsid w:val="00F92810"/>
    <w:rsid w:val="00F94596"/>
    <w:rsid w:val="00F959B7"/>
    <w:rsid w:val="00FA167C"/>
    <w:rsid w:val="00FA51ED"/>
    <w:rsid w:val="00FB271B"/>
    <w:rsid w:val="00FB512D"/>
    <w:rsid w:val="00FB547F"/>
    <w:rsid w:val="00FC0277"/>
    <w:rsid w:val="00FC22D6"/>
    <w:rsid w:val="00FC31DE"/>
    <w:rsid w:val="00FD0B48"/>
    <w:rsid w:val="00FD223B"/>
    <w:rsid w:val="00FD4E54"/>
    <w:rsid w:val="00FD638F"/>
    <w:rsid w:val="00FD7025"/>
    <w:rsid w:val="00FD72F8"/>
    <w:rsid w:val="00FD7EAB"/>
    <w:rsid w:val="00FE1BF7"/>
    <w:rsid w:val="00FE2BDA"/>
    <w:rsid w:val="00FE3971"/>
    <w:rsid w:val="00FE446F"/>
    <w:rsid w:val="00FE7C7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1BDAE21-C6AD-44EC-B46E-C279C268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9088B"/>
    <w:pPr>
      <w:autoSpaceDE w:val="0"/>
      <w:autoSpaceDN w:val="0"/>
      <w:spacing w:before="20" w:after="20" w:line="240" w:lineRule="exact"/>
    </w:pPr>
    <w:rPr>
      <w:rFonts w:ascii="Arial" w:hAnsi="Arial" w:cs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BC066C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AA03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qFormat/>
    <w:rsid w:val="00022DB4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A0370"/>
    <w:pPr>
      <w:keepNext/>
      <w:keepLines/>
      <w:autoSpaceDE/>
      <w:autoSpaceDN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eastAsia="sk-SK"/>
    </w:rPr>
  </w:style>
  <w:style w:type="paragraph" w:styleId="Nadpis5">
    <w:name w:val="heading 5"/>
    <w:basedOn w:val="Normlny"/>
    <w:next w:val="Normlny"/>
    <w:qFormat/>
    <w:rsid w:val="00693D1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E9088B"/>
    <w:pPr>
      <w:tabs>
        <w:tab w:val="center" w:pos="4819"/>
        <w:tab w:val="right" w:pos="9071"/>
      </w:tabs>
      <w:spacing w:before="0" w:after="0" w:line="240" w:lineRule="auto"/>
    </w:pPr>
  </w:style>
  <w:style w:type="paragraph" w:customStyle="1" w:styleId="Vec">
    <w:name w:val="Vec"/>
    <w:basedOn w:val="Normlny"/>
    <w:next w:val="Normlny"/>
    <w:rsid w:val="00E9088B"/>
    <w:pPr>
      <w:spacing w:before="120" w:after="0"/>
    </w:pPr>
    <w:rPr>
      <w:b/>
      <w:bCs/>
    </w:rPr>
  </w:style>
  <w:style w:type="paragraph" w:customStyle="1" w:styleId="Org">
    <w:name w:val="Org"/>
    <w:basedOn w:val="Normlny"/>
    <w:next w:val="Vybavuje"/>
    <w:rsid w:val="00E9088B"/>
  </w:style>
  <w:style w:type="paragraph" w:customStyle="1" w:styleId="Vybavuje">
    <w:name w:val="Vybavuje"/>
    <w:basedOn w:val="Normlny"/>
    <w:next w:val="Tel"/>
    <w:rsid w:val="00E9088B"/>
  </w:style>
  <w:style w:type="paragraph" w:customStyle="1" w:styleId="Tel">
    <w:name w:val="Tel"/>
    <w:basedOn w:val="Normlny"/>
    <w:next w:val="Name1"/>
    <w:rsid w:val="00E9088B"/>
  </w:style>
  <w:style w:type="paragraph" w:customStyle="1" w:styleId="Name1">
    <w:name w:val="Name1"/>
    <w:basedOn w:val="Normlny"/>
    <w:next w:val="Name2"/>
    <w:rsid w:val="00E9088B"/>
  </w:style>
  <w:style w:type="paragraph" w:customStyle="1" w:styleId="Name2">
    <w:name w:val="Name2"/>
    <w:basedOn w:val="Normlny"/>
    <w:next w:val="Name3"/>
    <w:rsid w:val="00E9088B"/>
  </w:style>
  <w:style w:type="paragraph" w:customStyle="1" w:styleId="Name3">
    <w:name w:val="Name3"/>
    <w:basedOn w:val="Normlny"/>
    <w:next w:val="Nasaznacka"/>
    <w:rsid w:val="00E9088B"/>
  </w:style>
  <w:style w:type="paragraph" w:customStyle="1" w:styleId="Nasaznacka">
    <w:name w:val="Nasaznacka"/>
    <w:basedOn w:val="Normlny"/>
    <w:next w:val="Vec"/>
    <w:rsid w:val="00E9088B"/>
    <w:pPr>
      <w:spacing w:before="60"/>
    </w:pPr>
  </w:style>
  <w:style w:type="paragraph" w:customStyle="1" w:styleId="Meno1">
    <w:name w:val="Meno1"/>
    <w:basedOn w:val="Normlny"/>
    <w:next w:val="Meno2"/>
    <w:rsid w:val="00E9088B"/>
  </w:style>
  <w:style w:type="paragraph" w:customStyle="1" w:styleId="Meno2">
    <w:name w:val="Meno2"/>
    <w:basedOn w:val="Normlny"/>
    <w:next w:val="Vec"/>
    <w:rsid w:val="00E9088B"/>
  </w:style>
  <w:style w:type="paragraph" w:styleId="Zkladntext">
    <w:name w:val="Body Text"/>
    <w:basedOn w:val="Normlny"/>
    <w:rsid w:val="00E9088B"/>
    <w:pPr>
      <w:spacing w:before="0" w:after="0" w:line="240" w:lineRule="auto"/>
      <w:jc w:val="both"/>
    </w:pPr>
    <w:rPr>
      <w:sz w:val="22"/>
      <w:szCs w:val="22"/>
    </w:rPr>
  </w:style>
  <w:style w:type="paragraph" w:styleId="Pta">
    <w:name w:val="footer"/>
    <w:basedOn w:val="Normlny"/>
    <w:link w:val="PtaChar"/>
    <w:rsid w:val="006A1A07"/>
    <w:pPr>
      <w:tabs>
        <w:tab w:val="center" w:pos="4536"/>
        <w:tab w:val="right" w:pos="9072"/>
      </w:tabs>
    </w:pPr>
  </w:style>
  <w:style w:type="paragraph" w:styleId="Zarkazkladnhotextu2">
    <w:name w:val="Body Text Indent 2"/>
    <w:basedOn w:val="Normlny"/>
    <w:rsid w:val="00EE0791"/>
    <w:pPr>
      <w:spacing w:after="120" w:line="480" w:lineRule="auto"/>
      <w:ind w:left="283"/>
    </w:pPr>
  </w:style>
  <w:style w:type="character" w:styleId="Hypertextovprepojenie">
    <w:name w:val="Hyperlink"/>
    <w:basedOn w:val="Predvolenpsmoodseku"/>
    <w:uiPriority w:val="99"/>
    <w:rsid w:val="006D0F58"/>
    <w:rPr>
      <w:color w:val="0000FF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rsid w:val="00F73F49"/>
    <w:rPr>
      <w:rFonts w:ascii="Arial" w:hAnsi="Arial" w:cs="Arial"/>
      <w:lang w:eastAsia="cs-CZ"/>
    </w:rPr>
  </w:style>
  <w:style w:type="numbering" w:customStyle="1" w:styleId="tl1">
    <w:name w:val="Štýl1"/>
    <w:rsid w:val="003313DF"/>
    <w:pPr>
      <w:numPr>
        <w:numId w:val="12"/>
      </w:numPr>
    </w:pPr>
  </w:style>
  <w:style w:type="paragraph" w:styleId="Odsekzoznamu">
    <w:name w:val="List Paragraph"/>
    <w:basedOn w:val="Normlny"/>
    <w:link w:val="OdsekzoznamuChar"/>
    <w:uiPriority w:val="34"/>
    <w:qFormat/>
    <w:rsid w:val="001E0D1F"/>
    <w:pPr>
      <w:ind w:left="708"/>
    </w:pPr>
  </w:style>
  <w:style w:type="character" w:customStyle="1" w:styleId="PtaChar">
    <w:name w:val="Päta Char"/>
    <w:basedOn w:val="Predvolenpsmoodseku"/>
    <w:link w:val="Pta"/>
    <w:uiPriority w:val="99"/>
    <w:rsid w:val="00BC066C"/>
    <w:rPr>
      <w:rFonts w:ascii="Arial" w:hAnsi="Arial" w:cs="Arial"/>
      <w:lang w:eastAsia="cs-CZ"/>
    </w:rPr>
  </w:style>
  <w:style w:type="character" w:customStyle="1" w:styleId="Nadpis1Char">
    <w:name w:val="Nadpis 1 Char"/>
    <w:basedOn w:val="Predvolenpsmoodseku"/>
    <w:link w:val="Nadpis1"/>
    <w:rsid w:val="00BC066C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y"/>
    <w:link w:val="TextbublinyChar"/>
    <w:rsid w:val="00806F5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806F5F"/>
    <w:rPr>
      <w:rFonts w:ascii="Tahoma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rsid w:val="008D187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8D1870"/>
  </w:style>
  <w:style w:type="character" w:customStyle="1" w:styleId="TextkomentraChar">
    <w:name w:val="Text komentára Char"/>
    <w:basedOn w:val="Predvolenpsmoodseku"/>
    <w:link w:val="Textkomentra"/>
    <w:uiPriority w:val="99"/>
    <w:rsid w:val="008D1870"/>
    <w:rPr>
      <w:rFonts w:ascii="Arial" w:hAnsi="Arial" w:cs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8D187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8D1870"/>
    <w:rPr>
      <w:rFonts w:ascii="Arial" w:hAnsi="Arial" w:cs="Arial"/>
      <w:b/>
      <w:bCs/>
      <w:lang w:eastAsia="cs-CZ"/>
    </w:rPr>
  </w:style>
  <w:style w:type="paragraph" w:customStyle="1" w:styleId="Atext">
    <w:name w:val="A) text"/>
    <w:basedOn w:val="Nadpis5"/>
    <w:link w:val="AtextChar"/>
    <w:rsid w:val="00693D13"/>
    <w:pPr>
      <w:keepNext/>
      <w:autoSpaceDE/>
      <w:autoSpaceDN/>
      <w:spacing w:before="120" w:after="0" w:line="240" w:lineRule="auto"/>
      <w:jc w:val="both"/>
    </w:pPr>
    <w:rPr>
      <w:rFonts w:ascii="Times New Roman" w:eastAsia="Calibri" w:hAnsi="Times New Roman" w:cs="Times New Roman"/>
      <w:b w:val="0"/>
      <w:bCs w:val="0"/>
      <w:i w:val="0"/>
      <w:iCs w:val="0"/>
      <w:sz w:val="22"/>
      <w:szCs w:val="20"/>
    </w:rPr>
  </w:style>
  <w:style w:type="character" w:customStyle="1" w:styleId="AtextChar">
    <w:name w:val="A) text Char"/>
    <w:basedOn w:val="Predvolenpsmoodseku"/>
    <w:link w:val="Atext"/>
    <w:locked/>
    <w:rsid w:val="00693D13"/>
    <w:rPr>
      <w:rFonts w:eastAsia="Calibri"/>
      <w:sz w:val="22"/>
      <w:lang w:val="sk-SK" w:eastAsia="cs-CZ" w:bidi="ar-SA"/>
    </w:rPr>
  </w:style>
  <w:style w:type="paragraph" w:customStyle="1" w:styleId="Odsekzoznamu1">
    <w:name w:val="Odsek zoznamu1"/>
    <w:basedOn w:val="Normlny"/>
    <w:rsid w:val="00693D13"/>
    <w:pPr>
      <w:autoSpaceDE/>
      <w:autoSpaceDN/>
      <w:spacing w:before="0"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2"/>
    </w:rPr>
  </w:style>
  <w:style w:type="paragraph" w:customStyle="1" w:styleId="bododstavec">
    <w:name w:val="bod odstavec"/>
    <w:basedOn w:val="Normlny"/>
    <w:link w:val="bododstavecChar"/>
    <w:rsid w:val="00022DB4"/>
    <w:pPr>
      <w:numPr>
        <w:numId w:val="26"/>
      </w:numPr>
      <w:autoSpaceDE/>
      <w:autoSpaceDN/>
      <w:spacing w:before="0" w:after="60" w:line="240" w:lineRule="auto"/>
      <w:jc w:val="both"/>
    </w:pPr>
    <w:rPr>
      <w:rFonts w:ascii="Times New Roman" w:eastAsia="Calibri" w:hAnsi="Times New Roman" w:cs="Times New Roman"/>
      <w:sz w:val="22"/>
    </w:rPr>
  </w:style>
  <w:style w:type="character" w:customStyle="1" w:styleId="bododstavecChar">
    <w:name w:val="bod odstavec Char"/>
    <w:basedOn w:val="Predvolenpsmoodseku"/>
    <w:link w:val="bododstavec"/>
    <w:locked/>
    <w:rsid w:val="00022DB4"/>
    <w:rPr>
      <w:rFonts w:eastAsia="Calibri"/>
      <w:sz w:val="22"/>
      <w:lang w:eastAsia="cs-CZ"/>
    </w:rPr>
  </w:style>
  <w:style w:type="paragraph" w:styleId="Revzia">
    <w:name w:val="Revision"/>
    <w:hidden/>
    <w:uiPriority w:val="99"/>
    <w:semiHidden/>
    <w:rsid w:val="00CC410B"/>
    <w:rPr>
      <w:rFonts w:ascii="Arial" w:hAnsi="Arial" w:cs="Arial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8D1616"/>
    <w:pPr>
      <w:keepLines/>
      <w:autoSpaceDE/>
      <w:autoSpaceDN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tl2">
    <w:name w:val="Štýl2"/>
    <w:qFormat/>
    <w:rsid w:val="008D1616"/>
    <w:pPr>
      <w:numPr>
        <w:ilvl w:val="2"/>
        <w:numId w:val="31"/>
      </w:numPr>
      <w:tabs>
        <w:tab w:val="left" w:pos="-3261"/>
      </w:tabs>
      <w:spacing w:after="120"/>
      <w:ind w:left="567" w:hanging="567"/>
      <w:jc w:val="both"/>
    </w:pPr>
    <w:rPr>
      <w:rFonts w:ascii="Arial" w:hAnsi="Arial" w:cs="Arial"/>
      <w:b/>
      <w:bCs/>
      <w:caps/>
      <w:sz w:val="22"/>
      <w:szCs w:val="22"/>
      <w:lang w:eastAsia="cs-CZ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8D1616"/>
    <w:pPr>
      <w:autoSpaceDE/>
      <w:autoSpaceDN/>
      <w:spacing w:before="0"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8D1616"/>
    <w:pPr>
      <w:autoSpaceDE/>
      <w:autoSpaceDN/>
      <w:spacing w:before="0"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8D1616"/>
    <w:pPr>
      <w:autoSpaceDE/>
      <w:autoSpaceDN/>
      <w:spacing w:before="0"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BF305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BF3057"/>
    <w:rPr>
      <w:rFonts w:ascii="Arial" w:hAnsi="Arial" w:cs="Arial"/>
      <w:sz w:val="16"/>
      <w:szCs w:val="16"/>
      <w:lang w:eastAsia="cs-CZ"/>
    </w:rPr>
  </w:style>
  <w:style w:type="character" w:customStyle="1" w:styleId="Nadpis2Char">
    <w:name w:val="Nadpis 2 Char"/>
    <w:basedOn w:val="Predvolenpsmoodseku"/>
    <w:link w:val="Nadpis2"/>
    <w:semiHidden/>
    <w:rsid w:val="00AA03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A037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075-125">
    <w:name w:val="0.75-1.25"/>
    <w:basedOn w:val="Normlny"/>
    <w:rsid w:val="00AA0370"/>
    <w:pPr>
      <w:autoSpaceDE/>
      <w:autoSpaceDN/>
      <w:spacing w:before="0" w:after="0" w:line="240" w:lineRule="auto"/>
      <w:ind w:left="709" w:hanging="284"/>
      <w:jc w:val="both"/>
    </w:pPr>
    <w:rPr>
      <w:rFonts w:cs="Times New Roman"/>
      <w:sz w:val="22"/>
    </w:rPr>
  </w:style>
  <w:style w:type="paragraph" w:customStyle="1" w:styleId="00-05">
    <w:name w:val="0.0 - 0.5"/>
    <w:basedOn w:val="Normlny"/>
    <w:rsid w:val="00AA0370"/>
    <w:pPr>
      <w:autoSpaceDE/>
      <w:autoSpaceDN/>
      <w:spacing w:before="0" w:after="0" w:line="240" w:lineRule="auto"/>
      <w:ind w:left="284" w:hanging="284"/>
      <w:jc w:val="both"/>
    </w:pPr>
    <w:rPr>
      <w:rFonts w:cs="Times New Roman"/>
      <w:sz w:val="22"/>
      <w:lang w:eastAsia="sk-SK"/>
    </w:rPr>
  </w:style>
  <w:style w:type="paragraph" w:customStyle="1" w:styleId="05-10">
    <w:name w:val="0.5 - 1.0"/>
    <w:basedOn w:val="Normlny"/>
    <w:rsid w:val="00AA0370"/>
    <w:pPr>
      <w:autoSpaceDE/>
      <w:autoSpaceDN/>
      <w:spacing w:before="0" w:after="0" w:line="240" w:lineRule="auto"/>
      <w:ind w:left="568" w:hanging="284"/>
      <w:jc w:val="both"/>
    </w:pPr>
    <w:rPr>
      <w:rFonts w:cs="Times New Roman"/>
      <w:sz w:val="22"/>
      <w:szCs w:val="24"/>
      <w:lang w:eastAsia="sk-SK"/>
    </w:rPr>
  </w:style>
  <w:style w:type="paragraph" w:customStyle="1" w:styleId="00-10">
    <w:name w:val="0.0 - 1.0"/>
    <w:basedOn w:val="Normlny"/>
    <w:rsid w:val="00AA0370"/>
    <w:pPr>
      <w:tabs>
        <w:tab w:val="right" w:leader="dot" w:pos="9639"/>
      </w:tabs>
      <w:autoSpaceDE/>
      <w:autoSpaceDN/>
      <w:spacing w:before="0" w:after="0" w:line="240" w:lineRule="auto"/>
      <w:ind w:left="567" w:hanging="567"/>
      <w:jc w:val="both"/>
    </w:pPr>
    <w:rPr>
      <w:rFonts w:cs="Times New Roman"/>
      <w:sz w:val="22"/>
      <w:lang w:eastAsia="sk-SK"/>
    </w:rPr>
  </w:style>
  <w:style w:type="paragraph" w:customStyle="1" w:styleId="10-125">
    <w:name w:val="1.0 - 1.25"/>
    <w:basedOn w:val="Normlny"/>
    <w:rsid w:val="00AA0370"/>
    <w:pPr>
      <w:tabs>
        <w:tab w:val="right" w:leader="dot" w:pos="9639"/>
      </w:tabs>
      <w:autoSpaceDE/>
      <w:autoSpaceDN/>
      <w:spacing w:before="0" w:after="0" w:line="240" w:lineRule="auto"/>
      <w:ind w:left="709" w:hanging="142"/>
      <w:jc w:val="both"/>
    </w:pPr>
    <w:rPr>
      <w:rFonts w:cs="Times New Roman"/>
      <w:sz w:val="22"/>
      <w:szCs w:val="24"/>
      <w:lang w:eastAsia="sk-SK"/>
    </w:rPr>
  </w:style>
  <w:style w:type="paragraph" w:customStyle="1" w:styleId="05-125">
    <w:name w:val="0.5 - 1.25"/>
    <w:basedOn w:val="Normlny"/>
    <w:rsid w:val="00AA0370"/>
    <w:pPr>
      <w:autoSpaceDE/>
      <w:autoSpaceDN/>
      <w:spacing w:before="0" w:after="0" w:line="240" w:lineRule="auto"/>
      <w:ind w:left="709" w:hanging="425"/>
      <w:jc w:val="both"/>
    </w:pPr>
    <w:rPr>
      <w:rFonts w:cs="Times New Roman"/>
      <w:sz w:val="22"/>
      <w:lang w:eastAsia="sk-SK"/>
    </w:rPr>
  </w:style>
  <w:style w:type="paragraph" w:customStyle="1" w:styleId="125-15">
    <w:name w:val="1.25 - 1.5"/>
    <w:basedOn w:val="Normlny"/>
    <w:rsid w:val="00AA0370"/>
    <w:pPr>
      <w:tabs>
        <w:tab w:val="right" w:leader="dot" w:pos="9639"/>
      </w:tabs>
      <w:autoSpaceDE/>
      <w:autoSpaceDN/>
      <w:spacing w:before="0" w:after="0" w:line="240" w:lineRule="auto"/>
      <w:ind w:left="851" w:hanging="142"/>
      <w:jc w:val="both"/>
    </w:pPr>
    <w:rPr>
      <w:rFonts w:cs="Times New Roman"/>
      <w:sz w:val="22"/>
      <w:lang w:eastAsia="sk-SK"/>
    </w:rPr>
  </w:style>
  <w:style w:type="paragraph" w:customStyle="1" w:styleId="175-20">
    <w:name w:val="1.75 - 2.0"/>
    <w:basedOn w:val="Normlny"/>
    <w:rsid w:val="00AA0370"/>
    <w:pPr>
      <w:tabs>
        <w:tab w:val="right" w:leader="dot" w:pos="9639"/>
      </w:tabs>
      <w:autoSpaceDE/>
      <w:autoSpaceDN/>
      <w:spacing w:before="0" w:after="0" w:line="240" w:lineRule="auto"/>
      <w:ind w:left="1134" w:hanging="142"/>
      <w:jc w:val="both"/>
    </w:pPr>
    <w:rPr>
      <w:rFonts w:cs="Times New Roman"/>
      <w:sz w:val="22"/>
      <w:szCs w:val="24"/>
      <w:lang w:eastAsia="sk-SK"/>
    </w:rPr>
  </w:style>
  <w:style w:type="paragraph" w:customStyle="1" w:styleId="20-225">
    <w:name w:val="2.0 - 2.25"/>
    <w:basedOn w:val="Normlny"/>
    <w:rsid w:val="00AA0370"/>
    <w:pPr>
      <w:tabs>
        <w:tab w:val="right" w:leader="dot" w:pos="9639"/>
      </w:tabs>
      <w:autoSpaceDE/>
      <w:autoSpaceDN/>
      <w:spacing w:before="0" w:after="0" w:line="240" w:lineRule="auto"/>
      <w:ind w:left="1276" w:hanging="142"/>
      <w:jc w:val="both"/>
    </w:pPr>
    <w:rPr>
      <w:rFonts w:cs="Times New Roman"/>
      <w:sz w:val="22"/>
      <w:lang w:eastAsia="sk-SK"/>
    </w:rPr>
  </w:style>
  <w:style w:type="paragraph" w:customStyle="1" w:styleId="05">
    <w:name w:val="0.5"/>
    <w:basedOn w:val="Normlny"/>
    <w:rsid w:val="00AA0370"/>
    <w:pPr>
      <w:autoSpaceDE/>
      <w:autoSpaceDN/>
      <w:spacing w:before="0" w:after="0" w:line="240" w:lineRule="auto"/>
      <w:ind w:left="284"/>
      <w:jc w:val="both"/>
    </w:pPr>
    <w:rPr>
      <w:rFonts w:cs="Times New Roman"/>
      <w:sz w:val="22"/>
      <w:szCs w:val="24"/>
      <w:lang w:eastAsia="sk-SK"/>
    </w:rPr>
  </w:style>
  <w:style w:type="paragraph" w:customStyle="1" w:styleId="125">
    <w:name w:val="1.25"/>
    <w:basedOn w:val="Normlny"/>
    <w:rsid w:val="00AA0370"/>
    <w:pPr>
      <w:autoSpaceDE/>
      <w:autoSpaceDN/>
      <w:spacing w:before="0" w:after="0" w:line="240" w:lineRule="auto"/>
      <w:ind w:left="709"/>
      <w:jc w:val="both"/>
    </w:pPr>
    <w:rPr>
      <w:rFonts w:cs="Times New Roman"/>
      <w:sz w:val="22"/>
      <w:szCs w:val="24"/>
      <w:lang w:eastAsia="sk-SK"/>
    </w:rPr>
  </w:style>
  <w:style w:type="paragraph" w:customStyle="1" w:styleId="05-15">
    <w:name w:val="0.5 - 1.5"/>
    <w:basedOn w:val="05-125"/>
    <w:rsid w:val="00AA0370"/>
    <w:pPr>
      <w:ind w:left="851" w:hanging="567"/>
    </w:pPr>
  </w:style>
  <w:style w:type="paragraph" w:customStyle="1" w:styleId="Default">
    <w:name w:val="Default"/>
    <w:rsid w:val="00AA03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00-050">
    <w:name w:val="0.0-0.5"/>
    <w:basedOn w:val="Normlny"/>
    <w:rsid w:val="00AA0370"/>
    <w:pPr>
      <w:tabs>
        <w:tab w:val="right" w:pos="9072"/>
      </w:tabs>
      <w:autoSpaceDE/>
      <w:autoSpaceDN/>
      <w:spacing w:before="0" w:after="0" w:line="240" w:lineRule="auto"/>
      <w:ind w:left="284" w:hanging="284"/>
      <w:jc w:val="both"/>
    </w:pPr>
    <w:rPr>
      <w:rFonts w:cs="Times New Roman"/>
      <w:sz w:val="22"/>
    </w:rPr>
  </w:style>
  <w:style w:type="paragraph" w:customStyle="1" w:styleId="podpisy">
    <w:name w:val="podpisy"/>
    <w:basedOn w:val="Normlny"/>
    <w:rsid w:val="00AA0370"/>
    <w:pPr>
      <w:autoSpaceDE/>
      <w:autoSpaceDN/>
      <w:spacing w:before="40" w:after="40" w:line="360" w:lineRule="auto"/>
      <w:jc w:val="both"/>
    </w:pPr>
    <w:rPr>
      <w:rFonts w:eastAsia="Calibri"/>
      <w:sz w:val="22"/>
      <w:szCs w:val="2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AA0370"/>
    <w:rPr>
      <w:rFonts w:ascii="Arial" w:hAnsi="Arial" w:cs="Arial"/>
      <w:lang w:eastAsia="cs-CZ"/>
    </w:rPr>
  </w:style>
  <w:style w:type="paragraph" w:customStyle="1" w:styleId="075-1250">
    <w:name w:val="0.75 - 1.25"/>
    <w:basedOn w:val="Normlny"/>
    <w:rsid w:val="00AA0370"/>
    <w:pPr>
      <w:autoSpaceDE/>
      <w:autoSpaceDN/>
      <w:spacing w:before="0" w:after="0" w:line="240" w:lineRule="auto"/>
      <w:ind w:left="709" w:hanging="284"/>
      <w:jc w:val="both"/>
    </w:pPr>
    <w:rPr>
      <w:rFonts w:cs="Times New Roman"/>
      <w:sz w:val="22"/>
    </w:rPr>
  </w:style>
  <w:style w:type="paragraph" w:customStyle="1" w:styleId="00-075">
    <w:name w:val="0.0 - 0.75"/>
    <w:basedOn w:val="00-05"/>
    <w:rsid w:val="00AA0370"/>
    <w:pPr>
      <w:ind w:left="426" w:hanging="42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7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usko\Data%20aplikac&#237;\Microsoft\&#352;abl&#243;ny\Intern&#233;%20ozn&#225;menie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EA7A3-B664-44EA-950D-6C744F27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Interné oznámenie</Template>
  <TotalTime>39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INTERNÉ OZNAMENIE</vt:lpstr>
    </vt:vector>
  </TitlesOfParts>
  <Company>nds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INTERNÉ OZNAMENIE</dc:title>
  <dc:creator>fusko</dc:creator>
  <cp:lastModifiedBy>Dej Martin</cp:lastModifiedBy>
  <cp:revision>11</cp:revision>
  <cp:lastPrinted>2009-02-03T16:30:00Z</cp:lastPrinted>
  <dcterms:created xsi:type="dcterms:W3CDTF">2019-06-03T12:45:00Z</dcterms:created>
  <dcterms:modified xsi:type="dcterms:W3CDTF">2020-11-13T18:21:00Z</dcterms:modified>
</cp:coreProperties>
</file>